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59D0" w:rsidRDefault="004B59D0" w:rsidP="005C353F">
      <w:pPr>
        <w:jc w:val="right"/>
        <w:rPr>
          <w:lang w:val="ru-RU"/>
        </w:rPr>
      </w:pPr>
      <w:r>
        <w:rPr>
          <w:lang w:val="ru-RU"/>
        </w:rPr>
        <w:t xml:space="preserve">                                                                                                                 Приложение 5</w:t>
      </w:r>
    </w:p>
    <w:p w:rsidR="004B59D0" w:rsidRDefault="004B59D0" w:rsidP="005C353F">
      <w:pPr>
        <w:jc w:val="right"/>
        <w:rPr>
          <w:lang w:val="ru-RU"/>
        </w:rPr>
      </w:pPr>
      <w:r>
        <w:rPr>
          <w:lang w:val="ru-RU"/>
        </w:rPr>
        <w:t xml:space="preserve">                                                                             к решению о внесению изменения в</w:t>
      </w:r>
    </w:p>
    <w:p w:rsidR="004B59D0" w:rsidRDefault="004B59D0" w:rsidP="005C353F">
      <w:pPr>
        <w:jc w:val="right"/>
        <w:rPr>
          <w:lang w:val="ru-RU"/>
        </w:rPr>
      </w:pPr>
      <w:r>
        <w:rPr>
          <w:lang w:val="ru-RU"/>
        </w:rPr>
        <w:t xml:space="preserve">                                                                             в решение от 21.12.2016 год №3-97</w:t>
      </w:r>
    </w:p>
    <w:p w:rsidR="004B59D0" w:rsidRDefault="004B59D0" w:rsidP="005C353F">
      <w:pPr>
        <w:jc w:val="right"/>
        <w:rPr>
          <w:lang w:val="ru-RU"/>
        </w:rPr>
      </w:pPr>
      <w:r>
        <w:rPr>
          <w:lang w:val="ru-RU"/>
        </w:rPr>
        <w:t xml:space="preserve">                                                                             «О бюджете Вельжичского сельского</w:t>
      </w:r>
    </w:p>
    <w:p w:rsidR="004B59D0" w:rsidRDefault="004B59D0" w:rsidP="005C353F">
      <w:pPr>
        <w:jc w:val="right"/>
        <w:rPr>
          <w:lang w:val="ru-RU"/>
        </w:rPr>
      </w:pPr>
      <w:r>
        <w:rPr>
          <w:lang w:val="ru-RU"/>
        </w:rPr>
        <w:t xml:space="preserve">                                                                              поселения на  2017 год и на плановый</w:t>
      </w:r>
    </w:p>
    <w:p w:rsidR="004B59D0" w:rsidRDefault="004B59D0" w:rsidP="005C353F">
      <w:pPr>
        <w:jc w:val="right"/>
        <w:rPr>
          <w:lang w:val="ru-RU"/>
        </w:rPr>
      </w:pPr>
      <w:r>
        <w:rPr>
          <w:lang w:val="ru-RU"/>
        </w:rPr>
        <w:t xml:space="preserve">                                                                               период 2018 и 2019 годов»</w:t>
      </w:r>
    </w:p>
    <w:p w:rsidR="004B59D0" w:rsidRDefault="004B59D0" w:rsidP="005C353F">
      <w:pPr>
        <w:jc w:val="right"/>
        <w:rPr>
          <w:lang w:val="ru-RU"/>
        </w:rPr>
      </w:pPr>
      <w:r>
        <w:rPr>
          <w:lang w:val="ru-RU"/>
        </w:rPr>
        <w:t xml:space="preserve">                                                                               от 31.01.2017 г. №3-99                                                                                                             </w:t>
      </w:r>
    </w:p>
    <w:p w:rsidR="004B59D0" w:rsidRDefault="004B59D0" w:rsidP="005C353F">
      <w:pPr>
        <w:jc w:val="right"/>
        <w:rPr>
          <w:lang w:val="ru-RU"/>
        </w:rPr>
      </w:pPr>
    </w:p>
    <w:p w:rsidR="004B59D0" w:rsidRDefault="004B59D0" w:rsidP="005C353F">
      <w:pPr>
        <w:tabs>
          <w:tab w:val="left" w:pos="6870"/>
        </w:tabs>
        <w:jc w:val="right"/>
        <w:rPr>
          <w:lang w:val="ru-RU"/>
        </w:rPr>
      </w:pPr>
      <w:r>
        <w:rPr>
          <w:lang w:val="ru-RU"/>
        </w:rPr>
        <w:tab/>
      </w:r>
    </w:p>
    <w:p w:rsidR="004B59D0" w:rsidRDefault="004B59D0" w:rsidP="005C353F">
      <w:pPr>
        <w:jc w:val="right"/>
        <w:rPr>
          <w:lang w:val="ru-RU"/>
        </w:rPr>
      </w:pPr>
      <w:r>
        <w:rPr>
          <w:lang w:val="ru-RU"/>
        </w:rPr>
        <w:t xml:space="preserve">                                                                                                                      Приложение № 11</w:t>
      </w:r>
    </w:p>
    <w:p w:rsidR="004B59D0" w:rsidRDefault="004B59D0" w:rsidP="005C353F">
      <w:pPr>
        <w:jc w:val="right"/>
        <w:rPr>
          <w:lang w:val="ru-RU"/>
        </w:rPr>
      </w:pPr>
      <w:r>
        <w:rPr>
          <w:lang w:val="ru-RU"/>
        </w:rPr>
        <w:t xml:space="preserve">                                                                                к решению «О бюджете Вельжичского</w:t>
      </w:r>
    </w:p>
    <w:p w:rsidR="004B59D0" w:rsidRDefault="004B59D0" w:rsidP="005C353F">
      <w:pPr>
        <w:tabs>
          <w:tab w:val="left" w:pos="5115"/>
          <w:tab w:val="left" w:pos="5415"/>
          <w:tab w:val="left" w:pos="5550"/>
        </w:tabs>
        <w:jc w:val="right"/>
        <w:rPr>
          <w:lang w:val="ru-RU"/>
        </w:rPr>
      </w:pPr>
      <w:r>
        <w:rPr>
          <w:lang w:val="ru-RU"/>
        </w:rPr>
        <w:t xml:space="preserve">                                                                               сельского поселения на 2017 год и на</w:t>
      </w:r>
    </w:p>
    <w:p w:rsidR="004B59D0" w:rsidRDefault="004B59D0" w:rsidP="005C353F">
      <w:pPr>
        <w:tabs>
          <w:tab w:val="left" w:pos="5205"/>
          <w:tab w:val="left" w:pos="5295"/>
          <w:tab w:val="left" w:pos="5415"/>
        </w:tabs>
        <w:jc w:val="right"/>
        <w:rPr>
          <w:lang w:val="ru-RU"/>
        </w:rPr>
      </w:pPr>
      <w:r>
        <w:rPr>
          <w:lang w:val="ru-RU"/>
        </w:rPr>
        <w:t xml:space="preserve">                                                                                плановый период 2018 и 2019 годов»</w:t>
      </w:r>
    </w:p>
    <w:p w:rsidR="004B59D0" w:rsidRDefault="004B59D0" w:rsidP="005C353F">
      <w:pPr>
        <w:tabs>
          <w:tab w:val="left" w:pos="5205"/>
          <w:tab w:val="left" w:pos="5295"/>
          <w:tab w:val="left" w:pos="5415"/>
        </w:tabs>
        <w:jc w:val="right"/>
        <w:rPr>
          <w:lang w:val="ru-RU"/>
        </w:rPr>
      </w:pPr>
      <w:r>
        <w:rPr>
          <w:lang w:val="ru-RU"/>
        </w:rPr>
        <w:t xml:space="preserve">                                                                                                              от 21.12.2016г.№3-97</w:t>
      </w:r>
    </w:p>
    <w:p w:rsidR="004B59D0" w:rsidRDefault="004B59D0" w:rsidP="00DF76A2">
      <w:pPr>
        <w:tabs>
          <w:tab w:val="left" w:pos="5625"/>
        </w:tabs>
        <w:rPr>
          <w:lang w:val="ru-RU"/>
        </w:rPr>
      </w:pPr>
    </w:p>
    <w:p w:rsidR="004B59D0" w:rsidRDefault="004B59D0" w:rsidP="00DF76A2">
      <w:pPr>
        <w:jc w:val="both"/>
        <w:rPr>
          <w:lang w:val="ru-RU"/>
        </w:rPr>
      </w:pPr>
    </w:p>
    <w:p w:rsidR="004B59D0" w:rsidRDefault="004B59D0" w:rsidP="00DF76A2">
      <w:pPr>
        <w:jc w:val="both"/>
        <w:rPr>
          <w:lang w:val="ru-RU"/>
        </w:rPr>
      </w:pPr>
    </w:p>
    <w:p w:rsidR="004B59D0" w:rsidRDefault="004B59D0" w:rsidP="00DF76A2">
      <w:pPr>
        <w:jc w:val="both"/>
        <w:rPr>
          <w:lang w:val="ru-RU"/>
        </w:rPr>
      </w:pPr>
    </w:p>
    <w:p w:rsidR="004B59D0" w:rsidRDefault="004B59D0" w:rsidP="00DF76A2">
      <w:pPr>
        <w:jc w:val="both"/>
        <w:rPr>
          <w:lang w:val="ru-RU"/>
        </w:rPr>
      </w:pPr>
    </w:p>
    <w:p w:rsidR="004B59D0" w:rsidRDefault="004B59D0" w:rsidP="00DF76A2">
      <w:pPr>
        <w:jc w:val="both"/>
        <w:rPr>
          <w:lang w:val="ru-RU"/>
        </w:rPr>
      </w:pPr>
    </w:p>
    <w:p w:rsidR="004B59D0" w:rsidRDefault="004B59D0" w:rsidP="00DF76A2">
      <w:pPr>
        <w:jc w:val="both"/>
        <w:rPr>
          <w:lang w:val="ru-RU"/>
        </w:rPr>
      </w:pPr>
      <w:r>
        <w:rPr>
          <w:lang w:val="ru-RU"/>
        </w:rPr>
        <w:t xml:space="preserve">                                                                    Источники</w:t>
      </w:r>
    </w:p>
    <w:p w:rsidR="004B59D0" w:rsidRDefault="004B59D0" w:rsidP="00DF76A2">
      <w:pPr>
        <w:tabs>
          <w:tab w:val="left" w:pos="5625"/>
        </w:tabs>
        <w:jc w:val="center"/>
        <w:rPr>
          <w:lang w:val="ru-RU"/>
        </w:rPr>
      </w:pPr>
      <w:r>
        <w:rPr>
          <w:lang w:val="ru-RU"/>
        </w:rPr>
        <w:t>внутреннего финансирования дефицита бюджета Вельжичского</w:t>
      </w:r>
    </w:p>
    <w:p w:rsidR="004B59D0" w:rsidRDefault="004B59D0" w:rsidP="00DF76A2">
      <w:pPr>
        <w:tabs>
          <w:tab w:val="left" w:pos="5625"/>
        </w:tabs>
        <w:jc w:val="center"/>
        <w:rPr>
          <w:lang w:val="ru-RU"/>
        </w:rPr>
      </w:pPr>
      <w:r>
        <w:rPr>
          <w:lang w:val="ru-RU"/>
        </w:rPr>
        <w:t>сельского  поселения   на 2017 год и на плановый период 2018 и 2019 годов</w:t>
      </w:r>
    </w:p>
    <w:p w:rsidR="004B59D0" w:rsidRDefault="004B59D0" w:rsidP="00DF76A2">
      <w:pPr>
        <w:jc w:val="center"/>
        <w:rPr>
          <w:lang w:val="ru-RU"/>
        </w:rPr>
      </w:pPr>
    </w:p>
    <w:p w:rsidR="004B59D0" w:rsidRDefault="004B59D0" w:rsidP="00DF76A2">
      <w:pPr>
        <w:tabs>
          <w:tab w:val="left" w:pos="8460"/>
        </w:tabs>
        <w:ind w:left="8280" w:hanging="8640"/>
        <w:rPr>
          <w:lang w:val="ru-RU"/>
        </w:rPr>
      </w:pPr>
      <w:r>
        <w:rPr>
          <w:lang w:val="ru-RU"/>
        </w:rPr>
        <w:tab/>
        <w:t xml:space="preserve">                             рублей</w:t>
      </w:r>
      <w:bookmarkStart w:id="0" w:name="_GoBack"/>
    </w:p>
    <w:tbl>
      <w:tblPr>
        <w:tblpPr w:leftFromText="180" w:rightFromText="180" w:vertAnchor="text" w:horzAnchor="page" w:tblpX="2170" w:tblpY="170"/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262"/>
        <w:gridCol w:w="4478"/>
        <w:gridCol w:w="1728"/>
      </w:tblGrid>
      <w:tr w:rsidR="004B59D0" w:rsidTr="00DF76A2">
        <w:tc>
          <w:tcPr>
            <w:tcW w:w="3262" w:type="dxa"/>
          </w:tcPr>
          <w:bookmarkEnd w:id="0"/>
          <w:p w:rsidR="004B59D0" w:rsidRDefault="004B59D0" w:rsidP="00DF76A2">
            <w:pPr>
              <w:jc w:val="center"/>
              <w:rPr>
                <w:b/>
              </w:rPr>
            </w:pPr>
            <w:r>
              <w:rPr>
                <w:b/>
              </w:rPr>
              <w:t>КБК</w:t>
            </w:r>
          </w:p>
        </w:tc>
        <w:tc>
          <w:tcPr>
            <w:tcW w:w="4478" w:type="dxa"/>
          </w:tcPr>
          <w:p w:rsidR="004B59D0" w:rsidRDefault="004B59D0" w:rsidP="00DF76A2">
            <w:pPr>
              <w:jc w:val="center"/>
              <w:rPr>
                <w:b/>
              </w:rPr>
            </w:pPr>
            <w:r>
              <w:rPr>
                <w:b/>
              </w:rPr>
              <w:t>Наименование</w:t>
            </w:r>
          </w:p>
        </w:tc>
        <w:tc>
          <w:tcPr>
            <w:tcW w:w="1728" w:type="dxa"/>
          </w:tcPr>
          <w:p w:rsidR="004B59D0" w:rsidRDefault="004B59D0" w:rsidP="00DF76A2">
            <w:pPr>
              <w:jc w:val="center"/>
              <w:rPr>
                <w:b/>
              </w:rPr>
            </w:pPr>
            <w:r>
              <w:rPr>
                <w:b/>
              </w:rPr>
              <w:t>Сумма</w:t>
            </w:r>
          </w:p>
        </w:tc>
      </w:tr>
      <w:tr w:rsidR="004B59D0" w:rsidTr="00DF76A2">
        <w:tc>
          <w:tcPr>
            <w:tcW w:w="3262" w:type="dxa"/>
          </w:tcPr>
          <w:p w:rsidR="004B59D0" w:rsidRDefault="004B59D0" w:rsidP="00FE128C">
            <w:pPr>
              <w:rPr>
                <w:b/>
              </w:rPr>
            </w:pPr>
            <w:r>
              <w:rPr>
                <w:b/>
              </w:rPr>
              <w:t>9</w:t>
            </w:r>
            <w:r>
              <w:rPr>
                <w:b/>
                <w:lang w:val="ru-RU"/>
              </w:rPr>
              <w:t>30</w:t>
            </w:r>
            <w:r>
              <w:rPr>
                <w:b/>
              </w:rPr>
              <w:t xml:space="preserve"> 01 05 00 00 00 0000 000</w:t>
            </w:r>
          </w:p>
        </w:tc>
        <w:tc>
          <w:tcPr>
            <w:tcW w:w="4478" w:type="dxa"/>
          </w:tcPr>
          <w:p w:rsidR="004B59D0" w:rsidRDefault="004B59D0" w:rsidP="00DF76A2">
            <w:pPr>
              <w:rPr>
                <w:b/>
                <w:lang w:val="ru-RU"/>
              </w:rPr>
            </w:pPr>
            <w:r>
              <w:rPr>
                <w:b/>
                <w:lang w:val="ru-RU"/>
              </w:rPr>
              <w:t>Изменение остатка средств на счетах по учету бюджета</w:t>
            </w:r>
          </w:p>
        </w:tc>
        <w:tc>
          <w:tcPr>
            <w:tcW w:w="1728" w:type="dxa"/>
          </w:tcPr>
          <w:p w:rsidR="004B59D0" w:rsidRPr="00F7266A" w:rsidRDefault="004B59D0" w:rsidP="00DF76A2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710430,17</w:t>
            </w:r>
          </w:p>
        </w:tc>
      </w:tr>
      <w:tr w:rsidR="004B59D0" w:rsidTr="00DF76A2">
        <w:trPr>
          <w:trHeight w:val="537"/>
        </w:trPr>
        <w:tc>
          <w:tcPr>
            <w:tcW w:w="3262" w:type="dxa"/>
          </w:tcPr>
          <w:p w:rsidR="004B59D0" w:rsidRPr="00F7266A" w:rsidRDefault="004B59D0" w:rsidP="00FE128C">
            <w:pPr>
              <w:rPr>
                <w:lang w:val="ru-RU"/>
              </w:rPr>
            </w:pPr>
            <w:r>
              <w:rPr>
                <w:lang w:val="ru-RU"/>
              </w:rPr>
              <w:t>930 01 05 00 00 00 0000  500</w:t>
            </w:r>
          </w:p>
        </w:tc>
        <w:tc>
          <w:tcPr>
            <w:tcW w:w="4478" w:type="dxa"/>
          </w:tcPr>
          <w:p w:rsidR="004B59D0" w:rsidRPr="00F7266A" w:rsidRDefault="004B59D0" w:rsidP="00DF76A2">
            <w:pPr>
              <w:rPr>
                <w:lang w:val="ru-RU"/>
              </w:rPr>
            </w:pPr>
            <w:r>
              <w:rPr>
                <w:lang w:val="ru-RU"/>
              </w:rPr>
              <w:t>Увеличение остатков средств бюджетов</w:t>
            </w:r>
          </w:p>
        </w:tc>
        <w:tc>
          <w:tcPr>
            <w:tcW w:w="1728" w:type="dxa"/>
          </w:tcPr>
          <w:p w:rsidR="004B59D0" w:rsidRPr="00F7266A" w:rsidRDefault="004B59D0" w:rsidP="00686D8F">
            <w:pPr>
              <w:jc w:val="center"/>
              <w:rPr>
                <w:b/>
                <w:lang w:val="ru-RU"/>
              </w:rPr>
            </w:pPr>
            <w:r w:rsidRPr="00F7266A">
              <w:rPr>
                <w:b/>
                <w:lang w:val="ru-RU"/>
              </w:rPr>
              <w:t>-</w:t>
            </w:r>
            <w:r>
              <w:rPr>
                <w:b/>
                <w:lang w:val="ru-RU"/>
              </w:rPr>
              <w:t>724883,00</w:t>
            </w:r>
          </w:p>
        </w:tc>
      </w:tr>
      <w:tr w:rsidR="004B59D0" w:rsidTr="00DF76A2">
        <w:trPr>
          <w:trHeight w:val="537"/>
        </w:trPr>
        <w:tc>
          <w:tcPr>
            <w:tcW w:w="3262" w:type="dxa"/>
          </w:tcPr>
          <w:p w:rsidR="004B59D0" w:rsidRPr="00F7266A" w:rsidRDefault="004B59D0" w:rsidP="00FE128C">
            <w:pPr>
              <w:rPr>
                <w:lang w:val="ru-RU"/>
              </w:rPr>
            </w:pPr>
            <w:r>
              <w:rPr>
                <w:lang w:val="ru-RU"/>
              </w:rPr>
              <w:t>930 01 05 02 00 00 0000  500</w:t>
            </w:r>
          </w:p>
        </w:tc>
        <w:tc>
          <w:tcPr>
            <w:tcW w:w="4478" w:type="dxa"/>
          </w:tcPr>
          <w:p w:rsidR="004B59D0" w:rsidRPr="00F7266A" w:rsidRDefault="004B59D0" w:rsidP="00DF76A2">
            <w:pPr>
              <w:rPr>
                <w:lang w:val="ru-RU"/>
              </w:rPr>
            </w:pPr>
            <w:r>
              <w:rPr>
                <w:lang w:val="ru-RU"/>
              </w:rPr>
              <w:t>Увеличение прочих остатков средств бюджетов</w:t>
            </w:r>
          </w:p>
        </w:tc>
        <w:tc>
          <w:tcPr>
            <w:tcW w:w="1728" w:type="dxa"/>
          </w:tcPr>
          <w:p w:rsidR="004B59D0" w:rsidRPr="000E30D2" w:rsidRDefault="004B59D0" w:rsidP="00FE128C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-724883,00</w:t>
            </w:r>
          </w:p>
        </w:tc>
      </w:tr>
      <w:tr w:rsidR="004B59D0" w:rsidTr="00DF76A2">
        <w:trPr>
          <w:trHeight w:val="537"/>
        </w:trPr>
        <w:tc>
          <w:tcPr>
            <w:tcW w:w="3262" w:type="dxa"/>
          </w:tcPr>
          <w:p w:rsidR="004B59D0" w:rsidRPr="00F7266A" w:rsidRDefault="004B59D0" w:rsidP="00DF76A2">
            <w:pPr>
              <w:rPr>
                <w:lang w:val="ru-RU"/>
              </w:rPr>
            </w:pPr>
            <w:r>
              <w:rPr>
                <w:lang w:val="ru-RU"/>
              </w:rPr>
              <w:t>930 01 05 02 01 00 0000 510</w:t>
            </w:r>
          </w:p>
        </w:tc>
        <w:tc>
          <w:tcPr>
            <w:tcW w:w="4478" w:type="dxa"/>
          </w:tcPr>
          <w:p w:rsidR="004B59D0" w:rsidRPr="00F7266A" w:rsidRDefault="004B59D0" w:rsidP="00DF76A2">
            <w:pPr>
              <w:rPr>
                <w:lang w:val="ru-RU"/>
              </w:rPr>
            </w:pPr>
            <w:r>
              <w:rPr>
                <w:lang w:val="ru-RU"/>
              </w:rPr>
              <w:t>Увеличение  прочих остатков денежных средств бюджетов</w:t>
            </w:r>
          </w:p>
        </w:tc>
        <w:tc>
          <w:tcPr>
            <w:tcW w:w="1728" w:type="dxa"/>
          </w:tcPr>
          <w:p w:rsidR="004B59D0" w:rsidRPr="000E30D2" w:rsidRDefault="004B59D0" w:rsidP="00DF76A2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-724883,00</w:t>
            </w:r>
          </w:p>
        </w:tc>
      </w:tr>
      <w:tr w:rsidR="004B59D0" w:rsidTr="00DF76A2">
        <w:trPr>
          <w:trHeight w:val="537"/>
        </w:trPr>
        <w:tc>
          <w:tcPr>
            <w:tcW w:w="3262" w:type="dxa"/>
          </w:tcPr>
          <w:p w:rsidR="004B59D0" w:rsidRPr="00F7266A" w:rsidRDefault="004B59D0" w:rsidP="00DF76A2">
            <w:pPr>
              <w:rPr>
                <w:lang w:val="ru-RU"/>
              </w:rPr>
            </w:pPr>
            <w:r>
              <w:rPr>
                <w:lang w:val="ru-RU"/>
              </w:rPr>
              <w:t>930 01 05 02 01 10 0000 510</w:t>
            </w:r>
          </w:p>
        </w:tc>
        <w:tc>
          <w:tcPr>
            <w:tcW w:w="4478" w:type="dxa"/>
          </w:tcPr>
          <w:p w:rsidR="004B59D0" w:rsidRPr="00F7266A" w:rsidRDefault="004B59D0" w:rsidP="00DF76A2">
            <w:pPr>
              <w:rPr>
                <w:lang w:val="ru-RU"/>
              </w:rPr>
            </w:pPr>
            <w:r>
              <w:rPr>
                <w:lang w:val="ru-RU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1728" w:type="dxa"/>
          </w:tcPr>
          <w:p w:rsidR="004B59D0" w:rsidRPr="000E30D2" w:rsidRDefault="004B59D0" w:rsidP="00FE128C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-724883,00</w:t>
            </w:r>
          </w:p>
        </w:tc>
      </w:tr>
      <w:tr w:rsidR="004B59D0" w:rsidTr="00DF76A2">
        <w:trPr>
          <w:trHeight w:val="504"/>
        </w:trPr>
        <w:tc>
          <w:tcPr>
            <w:tcW w:w="3262" w:type="dxa"/>
          </w:tcPr>
          <w:p w:rsidR="004B59D0" w:rsidRDefault="004B59D0" w:rsidP="00DF76A2">
            <w:r>
              <w:t>9</w:t>
            </w:r>
            <w:r>
              <w:rPr>
                <w:lang w:val="ru-RU"/>
              </w:rPr>
              <w:t>30</w:t>
            </w:r>
            <w:r>
              <w:t xml:space="preserve"> 01 05 00 00 00 0000 600</w:t>
            </w:r>
          </w:p>
          <w:p w:rsidR="004B59D0" w:rsidRDefault="004B59D0" w:rsidP="00DF76A2"/>
        </w:tc>
        <w:tc>
          <w:tcPr>
            <w:tcW w:w="4478" w:type="dxa"/>
          </w:tcPr>
          <w:p w:rsidR="004B59D0" w:rsidRPr="00DF424F" w:rsidRDefault="004B59D0" w:rsidP="00DF76A2">
            <w:pPr>
              <w:ind w:left="-22"/>
              <w:rPr>
                <w:lang w:val="ru-RU"/>
              </w:rPr>
            </w:pPr>
            <w:r>
              <w:rPr>
                <w:lang w:val="ru-RU"/>
              </w:rPr>
              <w:t>Уменьшение  остатков средств бюджетов</w:t>
            </w:r>
          </w:p>
          <w:p w:rsidR="004B59D0" w:rsidRDefault="004B59D0" w:rsidP="00DF76A2"/>
        </w:tc>
        <w:tc>
          <w:tcPr>
            <w:tcW w:w="1728" w:type="dxa"/>
          </w:tcPr>
          <w:p w:rsidR="004B59D0" w:rsidRPr="000E30D2" w:rsidRDefault="004B59D0" w:rsidP="00FE128C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1435313,17</w:t>
            </w:r>
          </w:p>
        </w:tc>
      </w:tr>
      <w:tr w:rsidR="004B59D0" w:rsidTr="00DF76A2">
        <w:tc>
          <w:tcPr>
            <w:tcW w:w="3262" w:type="dxa"/>
          </w:tcPr>
          <w:p w:rsidR="004B59D0" w:rsidRDefault="004B59D0" w:rsidP="00DF76A2">
            <w:r>
              <w:t>9</w:t>
            </w:r>
            <w:r>
              <w:rPr>
                <w:lang w:val="ru-RU"/>
              </w:rPr>
              <w:t>30</w:t>
            </w:r>
            <w:r>
              <w:t xml:space="preserve"> 01 05 02 00 00 0000 600</w:t>
            </w:r>
          </w:p>
        </w:tc>
        <w:tc>
          <w:tcPr>
            <w:tcW w:w="4478" w:type="dxa"/>
          </w:tcPr>
          <w:p w:rsidR="004B59D0" w:rsidRDefault="004B59D0" w:rsidP="00DF76A2">
            <w:pPr>
              <w:rPr>
                <w:lang w:val="ru-RU"/>
              </w:rPr>
            </w:pPr>
            <w:r>
              <w:rPr>
                <w:lang w:val="ru-RU"/>
              </w:rPr>
              <w:t>Уменьшение прочих остатков средств бюджетов</w:t>
            </w:r>
          </w:p>
        </w:tc>
        <w:tc>
          <w:tcPr>
            <w:tcW w:w="1728" w:type="dxa"/>
          </w:tcPr>
          <w:p w:rsidR="004B59D0" w:rsidRPr="00DF424F" w:rsidRDefault="004B59D0" w:rsidP="00FE128C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1435313,17</w:t>
            </w:r>
          </w:p>
        </w:tc>
      </w:tr>
      <w:tr w:rsidR="004B59D0" w:rsidTr="00DF76A2">
        <w:tc>
          <w:tcPr>
            <w:tcW w:w="3262" w:type="dxa"/>
          </w:tcPr>
          <w:p w:rsidR="004B59D0" w:rsidRDefault="004B59D0" w:rsidP="00DF76A2">
            <w:r>
              <w:t>9</w:t>
            </w:r>
            <w:r>
              <w:rPr>
                <w:lang w:val="ru-RU"/>
              </w:rPr>
              <w:t>30</w:t>
            </w:r>
            <w:r>
              <w:t xml:space="preserve"> 01 05 02 01 00 0000 610</w:t>
            </w:r>
          </w:p>
        </w:tc>
        <w:tc>
          <w:tcPr>
            <w:tcW w:w="4478" w:type="dxa"/>
          </w:tcPr>
          <w:p w:rsidR="004B59D0" w:rsidRDefault="004B59D0" w:rsidP="00DF76A2">
            <w:pPr>
              <w:rPr>
                <w:lang w:val="ru-RU"/>
              </w:rPr>
            </w:pPr>
            <w:r>
              <w:rPr>
                <w:lang w:val="ru-RU"/>
              </w:rPr>
              <w:t>Уменьшение  прочих остатков денежных средств бюджетов</w:t>
            </w:r>
          </w:p>
        </w:tc>
        <w:tc>
          <w:tcPr>
            <w:tcW w:w="1728" w:type="dxa"/>
          </w:tcPr>
          <w:p w:rsidR="004B59D0" w:rsidRPr="00DF424F" w:rsidRDefault="004B59D0" w:rsidP="005C353F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1435313,17</w:t>
            </w:r>
          </w:p>
        </w:tc>
      </w:tr>
      <w:tr w:rsidR="004B59D0" w:rsidTr="00DF76A2">
        <w:tc>
          <w:tcPr>
            <w:tcW w:w="3262" w:type="dxa"/>
          </w:tcPr>
          <w:p w:rsidR="004B59D0" w:rsidRDefault="004B59D0" w:rsidP="00DF76A2">
            <w:r>
              <w:t>9</w:t>
            </w:r>
            <w:r>
              <w:rPr>
                <w:lang w:val="ru-RU"/>
              </w:rPr>
              <w:t>30</w:t>
            </w:r>
            <w:r>
              <w:t xml:space="preserve"> 01 05 02 01 10 0000 610</w:t>
            </w:r>
          </w:p>
        </w:tc>
        <w:tc>
          <w:tcPr>
            <w:tcW w:w="4478" w:type="dxa"/>
          </w:tcPr>
          <w:p w:rsidR="004B59D0" w:rsidRDefault="004B59D0" w:rsidP="00DF76A2">
            <w:pPr>
              <w:rPr>
                <w:lang w:val="ru-RU"/>
              </w:rPr>
            </w:pPr>
            <w:r>
              <w:rPr>
                <w:lang w:val="ru-RU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1728" w:type="dxa"/>
          </w:tcPr>
          <w:p w:rsidR="004B59D0" w:rsidRPr="00DF424F" w:rsidRDefault="004B59D0" w:rsidP="005C353F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1435313,17</w:t>
            </w:r>
          </w:p>
        </w:tc>
      </w:tr>
      <w:tr w:rsidR="004B59D0" w:rsidTr="00DF76A2">
        <w:tc>
          <w:tcPr>
            <w:tcW w:w="7740" w:type="dxa"/>
            <w:gridSpan w:val="2"/>
          </w:tcPr>
          <w:p w:rsidR="004B59D0" w:rsidRDefault="004B59D0" w:rsidP="00DF76A2">
            <w:pPr>
              <w:rPr>
                <w:b/>
                <w:lang w:val="ru-RU"/>
              </w:rPr>
            </w:pPr>
            <w:r>
              <w:rPr>
                <w:b/>
                <w:lang w:val="ru-RU"/>
              </w:rPr>
              <w:t>Итого источников внутреннего финансирования дефицита</w:t>
            </w:r>
          </w:p>
        </w:tc>
        <w:tc>
          <w:tcPr>
            <w:tcW w:w="1728" w:type="dxa"/>
          </w:tcPr>
          <w:p w:rsidR="004B59D0" w:rsidRDefault="004B59D0" w:rsidP="00DF76A2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710430,17</w:t>
            </w:r>
          </w:p>
        </w:tc>
      </w:tr>
    </w:tbl>
    <w:p w:rsidR="004B59D0" w:rsidRDefault="004B59D0" w:rsidP="00DF76A2">
      <w:r>
        <w:tab/>
      </w:r>
    </w:p>
    <w:p w:rsidR="004B59D0" w:rsidRDefault="004B59D0" w:rsidP="00DF76A2">
      <w:pPr>
        <w:ind w:left="180"/>
      </w:pPr>
    </w:p>
    <w:p w:rsidR="004B59D0" w:rsidRDefault="004B59D0" w:rsidP="00DF76A2"/>
    <w:p w:rsidR="004B59D0" w:rsidRDefault="004B59D0" w:rsidP="00DF76A2">
      <w:pPr>
        <w:jc w:val="both"/>
      </w:pPr>
    </w:p>
    <w:sectPr w:rsidR="004B59D0" w:rsidSect="00B606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B59D0" w:rsidRDefault="004B59D0" w:rsidP="00686D8F">
      <w:r>
        <w:separator/>
      </w:r>
    </w:p>
  </w:endnote>
  <w:endnote w:type="continuationSeparator" w:id="0">
    <w:p w:rsidR="004B59D0" w:rsidRDefault="004B59D0" w:rsidP="00686D8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B59D0" w:rsidRDefault="004B59D0" w:rsidP="00686D8F">
      <w:r>
        <w:separator/>
      </w:r>
    </w:p>
  </w:footnote>
  <w:footnote w:type="continuationSeparator" w:id="0">
    <w:p w:rsidR="004B59D0" w:rsidRDefault="004B59D0" w:rsidP="00686D8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1496A"/>
    <w:rsid w:val="0000023B"/>
    <w:rsid w:val="00000266"/>
    <w:rsid w:val="00000431"/>
    <w:rsid w:val="000009FD"/>
    <w:rsid w:val="00000F7C"/>
    <w:rsid w:val="000010DE"/>
    <w:rsid w:val="00001468"/>
    <w:rsid w:val="000015D0"/>
    <w:rsid w:val="000018C1"/>
    <w:rsid w:val="00001B00"/>
    <w:rsid w:val="00001B86"/>
    <w:rsid w:val="00001ED7"/>
    <w:rsid w:val="0000235E"/>
    <w:rsid w:val="0000235F"/>
    <w:rsid w:val="00002572"/>
    <w:rsid w:val="0000274F"/>
    <w:rsid w:val="00002D08"/>
    <w:rsid w:val="0000330F"/>
    <w:rsid w:val="00003765"/>
    <w:rsid w:val="000038CD"/>
    <w:rsid w:val="00003B2C"/>
    <w:rsid w:val="00006B2B"/>
    <w:rsid w:val="00006CCD"/>
    <w:rsid w:val="00006EF1"/>
    <w:rsid w:val="000075FE"/>
    <w:rsid w:val="00007FD8"/>
    <w:rsid w:val="00010051"/>
    <w:rsid w:val="0001090D"/>
    <w:rsid w:val="00010C94"/>
    <w:rsid w:val="000115B3"/>
    <w:rsid w:val="00011DBB"/>
    <w:rsid w:val="00013569"/>
    <w:rsid w:val="000135FB"/>
    <w:rsid w:val="00014B98"/>
    <w:rsid w:val="00015455"/>
    <w:rsid w:val="00015641"/>
    <w:rsid w:val="0001566B"/>
    <w:rsid w:val="00015BFA"/>
    <w:rsid w:val="000165E3"/>
    <w:rsid w:val="00017071"/>
    <w:rsid w:val="00017A72"/>
    <w:rsid w:val="00017DBD"/>
    <w:rsid w:val="000200E5"/>
    <w:rsid w:val="00021361"/>
    <w:rsid w:val="00022994"/>
    <w:rsid w:val="00022A78"/>
    <w:rsid w:val="000232CD"/>
    <w:rsid w:val="00023FF7"/>
    <w:rsid w:val="0002490D"/>
    <w:rsid w:val="0002569B"/>
    <w:rsid w:val="0002606F"/>
    <w:rsid w:val="00026A68"/>
    <w:rsid w:val="000279F3"/>
    <w:rsid w:val="00027C18"/>
    <w:rsid w:val="000304E5"/>
    <w:rsid w:val="000309A5"/>
    <w:rsid w:val="00030EFD"/>
    <w:rsid w:val="00030F0A"/>
    <w:rsid w:val="00030FC3"/>
    <w:rsid w:val="0003103F"/>
    <w:rsid w:val="0003118D"/>
    <w:rsid w:val="000311FF"/>
    <w:rsid w:val="00031460"/>
    <w:rsid w:val="00031E44"/>
    <w:rsid w:val="00031EB3"/>
    <w:rsid w:val="00032D92"/>
    <w:rsid w:val="000332A6"/>
    <w:rsid w:val="000343DA"/>
    <w:rsid w:val="00034533"/>
    <w:rsid w:val="00035391"/>
    <w:rsid w:val="0003569A"/>
    <w:rsid w:val="00035C4F"/>
    <w:rsid w:val="0003614E"/>
    <w:rsid w:val="00036733"/>
    <w:rsid w:val="00036875"/>
    <w:rsid w:val="00036AB1"/>
    <w:rsid w:val="00036C1E"/>
    <w:rsid w:val="00037847"/>
    <w:rsid w:val="00037A0A"/>
    <w:rsid w:val="0004076E"/>
    <w:rsid w:val="00040D9C"/>
    <w:rsid w:val="00042833"/>
    <w:rsid w:val="00042CA3"/>
    <w:rsid w:val="00042E7A"/>
    <w:rsid w:val="0004371D"/>
    <w:rsid w:val="00043911"/>
    <w:rsid w:val="0004432E"/>
    <w:rsid w:val="00044872"/>
    <w:rsid w:val="00044F0D"/>
    <w:rsid w:val="000450B5"/>
    <w:rsid w:val="0004528A"/>
    <w:rsid w:val="000453E3"/>
    <w:rsid w:val="00045E1A"/>
    <w:rsid w:val="000469F4"/>
    <w:rsid w:val="0004720C"/>
    <w:rsid w:val="00047C07"/>
    <w:rsid w:val="00047FB3"/>
    <w:rsid w:val="0005104C"/>
    <w:rsid w:val="0005144E"/>
    <w:rsid w:val="0005159B"/>
    <w:rsid w:val="0005229A"/>
    <w:rsid w:val="00052584"/>
    <w:rsid w:val="00052944"/>
    <w:rsid w:val="00052C1D"/>
    <w:rsid w:val="00052D5B"/>
    <w:rsid w:val="000537FA"/>
    <w:rsid w:val="00054312"/>
    <w:rsid w:val="000545FA"/>
    <w:rsid w:val="0005493E"/>
    <w:rsid w:val="00055289"/>
    <w:rsid w:val="00055291"/>
    <w:rsid w:val="00055455"/>
    <w:rsid w:val="000554CF"/>
    <w:rsid w:val="000554F8"/>
    <w:rsid w:val="0005648E"/>
    <w:rsid w:val="00056AA9"/>
    <w:rsid w:val="00056B5E"/>
    <w:rsid w:val="000578AD"/>
    <w:rsid w:val="00057FBF"/>
    <w:rsid w:val="00060E4F"/>
    <w:rsid w:val="00060FF8"/>
    <w:rsid w:val="0006121A"/>
    <w:rsid w:val="0006131A"/>
    <w:rsid w:val="000613D0"/>
    <w:rsid w:val="0006145B"/>
    <w:rsid w:val="00061944"/>
    <w:rsid w:val="00061CB2"/>
    <w:rsid w:val="00062168"/>
    <w:rsid w:val="000625E3"/>
    <w:rsid w:val="0006264E"/>
    <w:rsid w:val="00063940"/>
    <w:rsid w:val="00063EDF"/>
    <w:rsid w:val="00064CAC"/>
    <w:rsid w:val="000650E7"/>
    <w:rsid w:val="00065A13"/>
    <w:rsid w:val="00065A6F"/>
    <w:rsid w:val="00066718"/>
    <w:rsid w:val="00067002"/>
    <w:rsid w:val="00067A51"/>
    <w:rsid w:val="00067F85"/>
    <w:rsid w:val="000700DB"/>
    <w:rsid w:val="00070A68"/>
    <w:rsid w:val="00070AAB"/>
    <w:rsid w:val="000717CA"/>
    <w:rsid w:val="00072EFA"/>
    <w:rsid w:val="00073D63"/>
    <w:rsid w:val="000742C4"/>
    <w:rsid w:val="00074872"/>
    <w:rsid w:val="00075073"/>
    <w:rsid w:val="0007508A"/>
    <w:rsid w:val="000755EC"/>
    <w:rsid w:val="00075D44"/>
    <w:rsid w:val="00075DC7"/>
    <w:rsid w:val="000761EA"/>
    <w:rsid w:val="000770C4"/>
    <w:rsid w:val="00080A4A"/>
    <w:rsid w:val="00080E55"/>
    <w:rsid w:val="00081884"/>
    <w:rsid w:val="0008190B"/>
    <w:rsid w:val="000824B2"/>
    <w:rsid w:val="00083216"/>
    <w:rsid w:val="00083C4B"/>
    <w:rsid w:val="00084EE4"/>
    <w:rsid w:val="0008514E"/>
    <w:rsid w:val="00085635"/>
    <w:rsid w:val="00086827"/>
    <w:rsid w:val="0008695A"/>
    <w:rsid w:val="00086A99"/>
    <w:rsid w:val="00087189"/>
    <w:rsid w:val="0008719E"/>
    <w:rsid w:val="0008740E"/>
    <w:rsid w:val="000875A3"/>
    <w:rsid w:val="000879E5"/>
    <w:rsid w:val="00090762"/>
    <w:rsid w:val="00091528"/>
    <w:rsid w:val="00091582"/>
    <w:rsid w:val="00092C34"/>
    <w:rsid w:val="00094703"/>
    <w:rsid w:val="00094F35"/>
    <w:rsid w:val="00095910"/>
    <w:rsid w:val="00095DBA"/>
    <w:rsid w:val="00097975"/>
    <w:rsid w:val="000A043D"/>
    <w:rsid w:val="000A1EEF"/>
    <w:rsid w:val="000A2392"/>
    <w:rsid w:val="000A259A"/>
    <w:rsid w:val="000A263D"/>
    <w:rsid w:val="000A29B9"/>
    <w:rsid w:val="000A3305"/>
    <w:rsid w:val="000A3595"/>
    <w:rsid w:val="000A3900"/>
    <w:rsid w:val="000A3E3D"/>
    <w:rsid w:val="000A491C"/>
    <w:rsid w:val="000A4B95"/>
    <w:rsid w:val="000A4D3F"/>
    <w:rsid w:val="000A4DAF"/>
    <w:rsid w:val="000A4DE0"/>
    <w:rsid w:val="000A51EF"/>
    <w:rsid w:val="000A520F"/>
    <w:rsid w:val="000A5CEA"/>
    <w:rsid w:val="000A5E86"/>
    <w:rsid w:val="000A62B1"/>
    <w:rsid w:val="000A698A"/>
    <w:rsid w:val="000A743F"/>
    <w:rsid w:val="000A7841"/>
    <w:rsid w:val="000A7C23"/>
    <w:rsid w:val="000B0EF4"/>
    <w:rsid w:val="000B1EBB"/>
    <w:rsid w:val="000B2605"/>
    <w:rsid w:val="000B2883"/>
    <w:rsid w:val="000B2C56"/>
    <w:rsid w:val="000B3120"/>
    <w:rsid w:val="000B3258"/>
    <w:rsid w:val="000B3303"/>
    <w:rsid w:val="000B3508"/>
    <w:rsid w:val="000B366D"/>
    <w:rsid w:val="000B3D65"/>
    <w:rsid w:val="000B40D0"/>
    <w:rsid w:val="000B41D8"/>
    <w:rsid w:val="000B4567"/>
    <w:rsid w:val="000B4EDB"/>
    <w:rsid w:val="000B637C"/>
    <w:rsid w:val="000B791C"/>
    <w:rsid w:val="000C064B"/>
    <w:rsid w:val="000C090B"/>
    <w:rsid w:val="000C0CEE"/>
    <w:rsid w:val="000C0EB4"/>
    <w:rsid w:val="000C10CE"/>
    <w:rsid w:val="000C14CE"/>
    <w:rsid w:val="000C3F31"/>
    <w:rsid w:val="000C3FBE"/>
    <w:rsid w:val="000C41A1"/>
    <w:rsid w:val="000C42CC"/>
    <w:rsid w:val="000C457C"/>
    <w:rsid w:val="000C4A4C"/>
    <w:rsid w:val="000C4E1C"/>
    <w:rsid w:val="000C4F5B"/>
    <w:rsid w:val="000C52E2"/>
    <w:rsid w:val="000C54DA"/>
    <w:rsid w:val="000C65A0"/>
    <w:rsid w:val="000C664F"/>
    <w:rsid w:val="000C6743"/>
    <w:rsid w:val="000C689B"/>
    <w:rsid w:val="000C728B"/>
    <w:rsid w:val="000C7CF2"/>
    <w:rsid w:val="000D1B55"/>
    <w:rsid w:val="000D2D3F"/>
    <w:rsid w:val="000D31F2"/>
    <w:rsid w:val="000D37DF"/>
    <w:rsid w:val="000D388F"/>
    <w:rsid w:val="000D38E6"/>
    <w:rsid w:val="000D3C4B"/>
    <w:rsid w:val="000D427E"/>
    <w:rsid w:val="000D450C"/>
    <w:rsid w:val="000D5E41"/>
    <w:rsid w:val="000D6D38"/>
    <w:rsid w:val="000D757B"/>
    <w:rsid w:val="000E0087"/>
    <w:rsid w:val="000E0141"/>
    <w:rsid w:val="000E0D44"/>
    <w:rsid w:val="000E30D2"/>
    <w:rsid w:val="000E385C"/>
    <w:rsid w:val="000E44F7"/>
    <w:rsid w:val="000E4711"/>
    <w:rsid w:val="000E5270"/>
    <w:rsid w:val="000E54A1"/>
    <w:rsid w:val="000E56BC"/>
    <w:rsid w:val="000E5E7F"/>
    <w:rsid w:val="000E611C"/>
    <w:rsid w:val="000E6C2B"/>
    <w:rsid w:val="000E6F6B"/>
    <w:rsid w:val="000E71CC"/>
    <w:rsid w:val="000E7620"/>
    <w:rsid w:val="000F0747"/>
    <w:rsid w:val="000F0B62"/>
    <w:rsid w:val="000F0DC1"/>
    <w:rsid w:val="000F1088"/>
    <w:rsid w:val="000F12D5"/>
    <w:rsid w:val="000F19AA"/>
    <w:rsid w:val="000F1F23"/>
    <w:rsid w:val="000F3827"/>
    <w:rsid w:val="000F3E13"/>
    <w:rsid w:val="000F44D6"/>
    <w:rsid w:val="000F488D"/>
    <w:rsid w:val="000F4E40"/>
    <w:rsid w:val="000F50C7"/>
    <w:rsid w:val="000F54A9"/>
    <w:rsid w:val="000F58EC"/>
    <w:rsid w:val="000F6109"/>
    <w:rsid w:val="000F6251"/>
    <w:rsid w:val="000F7807"/>
    <w:rsid w:val="001000DC"/>
    <w:rsid w:val="0010014F"/>
    <w:rsid w:val="00100248"/>
    <w:rsid w:val="00100BB1"/>
    <w:rsid w:val="00100C0F"/>
    <w:rsid w:val="001017FE"/>
    <w:rsid w:val="001027F4"/>
    <w:rsid w:val="00102EA1"/>
    <w:rsid w:val="0010342A"/>
    <w:rsid w:val="00104103"/>
    <w:rsid w:val="001042E2"/>
    <w:rsid w:val="00104C1E"/>
    <w:rsid w:val="00105AB1"/>
    <w:rsid w:val="00106CFA"/>
    <w:rsid w:val="00107E29"/>
    <w:rsid w:val="00107FD0"/>
    <w:rsid w:val="00110D38"/>
    <w:rsid w:val="00111569"/>
    <w:rsid w:val="001117A6"/>
    <w:rsid w:val="00111998"/>
    <w:rsid w:val="001128F7"/>
    <w:rsid w:val="00113132"/>
    <w:rsid w:val="00113B6F"/>
    <w:rsid w:val="00113CD4"/>
    <w:rsid w:val="001140D6"/>
    <w:rsid w:val="00114771"/>
    <w:rsid w:val="0011583E"/>
    <w:rsid w:val="00115BC2"/>
    <w:rsid w:val="0011749A"/>
    <w:rsid w:val="001204D1"/>
    <w:rsid w:val="001207BB"/>
    <w:rsid w:val="00120BDC"/>
    <w:rsid w:val="00121096"/>
    <w:rsid w:val="001216C7"/>
    <w:rsid w:val="001217F5"/>
    <w:rsid w:val="00121872"/>
    <w:rsid w:val="00121F01"/>
    <w:rsid w:val="001221C5"/>
    <w:rsid w:val="00123365"/>
    <w:rsid w:val="0012391D"/>
    <w:rsid w:val="00123A12"/>
    <w:rsid w:val="00123DAC"/>
    <w:rsid w:val="00124161"/>
    <w:rsid w:val="001246FC"/>
    <w:rsid w:val="00124803"/>
    <w:rsid w:val="001260FD"/>
    <w:rsid w:val="001265BE"/>
    <w:rsid w:val="001267C5"/>
    <w:rsid w:val="00127165"/>
    <w:rsid w:val="001271E4"/>
    <w:rsid w:val="0012789E"/>
    <w:rsid w:val="00130643"/>
    <w:rsid w:val="00131186"/>
    <w:rsid w:val="00132336"/>
    <w:rsid w:val="0013274F"/>
    <w:rsid w:val="00133075"/>
    <w:rsid w:val="00133407"/>
    <w:rsid w:val="00133D2C"/>
    <w:rsid w:val="00133E6D"/>
    <w:rsid w:val="00133F96"/>
    <w:rsid w:val="00133FCF"/>
    <w:rsid w:val="001365E0"/>
    <w:rsid w:val="00136621"/>
    <w:rsid w:val="001374B3"/>
    <w:rsid w:val="001376B2"/>
    <w:rsid w:val="00137F41"/>
    <w:rsid w:val="0014065B"/>
    <w:rsid w:val="00140CBF"/>
    <w:rsid w:val="00140CDD"/>
    <w:rsid w:val="00141361"/>
    <w:rsid w:val="00141462"/>
    <w:rsid w:val="0014182B"/>
    <w:rsid w:val="00141A1D"/>
    <w:rsid w:val="001424FC"/>
    <w:rsid w:val="00143060"/>
    <w:rsid w:val="0014313C"/>
    <w:rsid w:val="00143764"/>
    <w:rsid w:val="001437D8"/>
    <w:rsid w:val="001443F7"/>
    <w:rsid w:val="00144489"/>
    <w:rsid w:val="00144867"/>
    <w:rsid w:val="0014527C"/>
    <w:rsid w:val="001452A5"/>
    <w:rsid w:val="00146220"/>
    <w:rsid w:val="001462F6"/>
    <w:rsid w:val="001464F6"/>
    <w:rsid w:val="001468FC"/>
    <w:rsid w:val="00146BDD"/>
    <w:rsid w:val="00147190"/>
    <w:rsid w:val="00147219"/>
    <w:rsid w:val="0015056A"/>
    <w:rsid w:val="001514B5"/>
    <w:rsid w:val="00151D68"/>
    <w:rsid w:val="00152439"/>
    <w:rsid w:val="001527AB"/>
    <w:rsid w:val="00152ADA"/>
    <w:rsid w:val="0015462F"/>
    <w:rsid w:val="001556D2"/>
    <w:rsid w:val="001563C4"/>
    <w:rsid w:val="0015660B"/>
    <w:rsid w:val="001574A3"/>
    <w:rsid w:val="00157F0E"/>
    <w:rsid w:val="001600F9"/>
    <w:rsid w:val="00160449"/>
    <w:rsid w:val="00160D39"/>
    <w:rsid w:val="00161EB7"/>
    <w:rsid w:val="0016212D"/>
    <w:rsid w:val="00162316"/>
    <w:rsid w:val="00163D12"/>
    <w:rsid w:val="00164614"/>
    <w:rsid w:val="00164641"/>
    <w:rsid w:val="001647D1"/>
    <w:rsid w:val="00164853"/>
    <w:rsid w:val="001648E6"/>
    <w:rsid w:val="00165080"/>
    <w:rsid w:val="001650FD"/>
    <w:rsid w:val="00165E73"/>
    <w:rsid w:val="001666B4"/>
    <w:rsid w:val="00166709"/>
    <w:rsid w:val="0016678D"/>
    <w:rsid w:val="00166A5A"/>
    <w:rsid w:val="00166AE9"/>
    <w:rsid w:val="0016742B"/>
    <w:rsid w:val="00167B95"/>
    <w:rsid w:val="00170770"/>
    <w:rsid w:val="001711FF"/>
    <w:rsid w:val="00171EDF"/>
    <w:rsid w:val="00172512"/>
    <w:rsid w:val="0017318A"/>
    <w:rsid w:val="00173B82"/>
    <w:rsid w:val="00174185"/>
    <w:rsid w:val="001741D8"/>
    <w:rsid w:val="0017444C"/>
    <w:rsid w:val="0017589A"/>
    <w:rsid w:val="00175FFA"/>
    <w:rsid w:val="0017608A"/>
    <w:rsid w:val="00176294"/>
    <w:rsid w:val="00176811"/>
    <w:rsid w:val="00176E94"/>
    <w:rsid w:val="00176FE4"/>
    <w:rsid w:val="00177688"/>
    <w:rsid w:val="00177958"/>
    <w:rsid w:val="001779CE"/>
    <w:rsid w:val="001804D6"/>
    <w:rsid w:val="001807A7"/>
    <w:rsid w:val="00180BEA"/>
    <w:rsid w:val="00180D40"/>
    <w:rsid w:val="00180E2F"/>
    <w:rsid w:val="00180EEE"/>
    <w:rsid w:val="00181076"/>
    <w:rsid w:val="00182185"/>
    <w:rsid w:val="001821BA"/>
    <w:rsid w:val="001822AE"/>
    <w:rsid w:val="00182AB4"/>
    <w:rsid w:val="00182CBE"/>
    <w:rsid w:val="0018328F"/>
    <w:rsid w:val="001834B1"/>
    <w:rsid w:val="00183501"/>
    <w:rsid w:val="00183A50"/>
    <w:rsid w:val="00183B33"/>
    <w:rsid w:val="00184FDE"/>
    <w:rsid w:val="00185732"/>
    <w:rsid w:val="0018591D"/>
    <w:rsid w:val="00185C81"/>
    <w:rsid w:val="0018637B"/>
    <w:rsid w:val="00186440"/>
    <w:rsid w:val="001867E3"/>
    <w:rsid w:val="00186DC8"/>
    <w:rsid w:val="00190003"/>
    <w:rsid w:val="00191460"/>
    <w:rsid w:val="00191558"/>
    <w:rsid w:val="0019173E"/>
    <w:rsid w:val="00191D99"/>
    <w:rsid w:val="00191DE6"/>
    <w:rsid w:val="001939A2"/>
    <w:rsid w:val="00193D74"/>
    <w:rsid w:val="0019468E"/>
    <w:rsid w:val="0019575F"/>
    <w:rsid w:val="00195C3F"/>
    <w:rsid w:val="001960BF"/>
    <w:rsid w:val="001969BA"/>
    <w:rsid w:val="00196B23"/>
    <w:rsid w:val="00197273"/>
    <w:rsid w:val="0019766A"/>
    <w:rsid w:val="001979C6"/>
    <w:rsid w:val="001A083F"/>
    <w:rsid w:val="001A13F8"/>
    <w:rsid w:val="001A1CD2"/>
    <w:rsid w:val="001A43AE"/>
    <w:rsid w:val="001A4DC1"/>
    <w:rsid w:val="001A5E01"/>
    <w:rsid w:val="001A6695"/>
    <w:rsid w:val="001A67CF"/>
    <w:rsid w:val="001A6E11"/>
    <w:rsid w:val="001A70F4"/>
    <w:rsid w:val="001B0291"/>
    <w:rsid w:val="001B097D"/>
    <w:rsid w:val="001B0C48"/>
    <w:rsid w:val="001B0D95"/>
    <w:rsid w:val="001B0F89"/>
    <w:rsid w:val="001B1EC9"/>
    <w:rsid w:val="001B35B7"/>
    <w:rsid w:val="001B4028"/>
    <w:rsid w:val="001B435C"/>
    <w:rsid w:val="001B43CC"/>
    <w:rsid w:val="001B4975"/>
    <w:rsid w:val="001B4A8F"/>
    <w:rsid w:val="001B5266"/>
    <w:rsid w:val="001B538A"/>
    <w:rsid w:val="001B5F1A"/>
    <w:rsid w:val="001B6A4D"/>
    <w:rsid w:val="001B7499"/>
    <w:rsid w:val="001B76FB"/>
    <w:rsid w:val="001B7E4C"/>
    <w:rsid w:val="001C154C"/>
    <w:rsid w:val="001C18AD"/>
    <w:rsid w:val="001C27CE"/>
    <w:rsid w:val="001C280A"/>
    <w:rsid w:val="001C2E1B"/>
    <w:rsid w:val="001C3176"/>
    <w:rsid w:val="001C35AB"/>
    <w:rsid w:val="001C371A"/>
    <w:rsid w:val="001C37AD"/>
    <w:rsid w:val="001C5050"/>
    <w:rsid w:val="001C5360"/>
    <w:rsid w:val="001C5377"/>
    <w:rsid w:val="001C5C05"/>
    <w:rsid w:val="001C6F8A"/>
    <w:rsid w:val="001C75F3"/>
    <w:rsid w:val="001C7910"/>
    <w:rsid w:val="001C7A78"/>
    <w:rsid w:val="001D05F3"/>
    <w:rsid w:val="001D06EB"/>
    <w:rsid w:val="001D11FE"/>
    <w:rsid w:val="001D1377"/>
    <w:rsid w:val="001D23E9"/>
    <w:rsid w:val="001D2548"/>
    <w:rsid w:val="001D26AA"/>
    <w:rsid w:val="001D26C7"/>
    <w:rsid w:val="001D295A"/>
    <w:rsid w:val="001D2AEF"/>
    <w:rsid w:val="001D3110"/>
    <w:rsid w:val="001D4058"/>
    <w:rsid w:val="001D57A7"/>
    <w:rsid w:val="001D5A61"/>
    <w:rsid w:val="001D5D84"/>
    <w:rsid w:val="001D6611"/>
    <w:rsid w:val="001D6A96"/>
    <w:rsid w:val="001D6C00"/>
    <w:rsid w:val="001D7B91"/>
    <w:rsid w:val="001D7EEB"/>
    <w:rsid w:val="001D7F72"/>
    <w:rsid w:val="001E0492"/>
    <w:rsid w:val="001E14BE"/>
    <w:rsid w:val="001E1CB4"/>
    <w:rsid w:val="001E27E9"/>
    <w:rsid w:val="001E2C3B"/>
    <w:rsid w:val="001E3CAE"/>
    <w:rsid w:val="001E3D57"/>
    <w:rsid w:val="001E4B4B"/>
    <w:rsid w:val="001E4D3A"/>
    <w:rsid w:val="001E4D89"/>
    <w:rsid w:val="001E5072"/>
    <w:rsid w:val="001E6EF1"/>
    <w:rsid w:val="001E72B9"/>
    <w:rsid w:val="001E74EE"/>
    <w:rsid w:val="001E7509"/>
    <w:rsid w:val="001F01E7"/>
    <w:rsid w:val="001F0E27"/>
    <w:rsid w:val="001F0E35"/>
    <w:rsid w:val="001F1A67"/>
    <w:rsid w:val="001F28C6"/>
    <w:rsid w:val="001F2C1F"/>
    <w:rsid w:val="001F2DF1"/>
    <w:rsid w:val="001F2F88"/>
    <w:rsid w:val="001F3E38"/>
    <w:rsid w:val="001F3F77"/>
    <w:rsid w:val="001F4409"/>
    <w:rsid w:val="001F4504"/>
    <w:rsid w:val="001F54BF"/>
    <w:rsid w:val="001F5B2B"/>
    <w:rsid w:val="001F5FF0"/>
    <w:rsid w:val="001F644E"/>
    <w:rsid w:val="001F650A"/>
    <w:rsid w:val="002001C6"/>
    <w:rsid w:val="00200809"/>
    <w:rsid w:val="00200DF7"/>
    <w:rsid w:val="00201F8C"/>
    <w:rsid w:val="002022A9"/>
    <w:rsid w:val="00202AEA"/>
    <w:rsid w:val="002031A1"/>
    <w:rsid w:val="00203375"/>
    <w:rsid w:val="002033B7"/>
    <w:rsid w:val="00203B70"/>
    <w:rsid w:val="00203D33"/>
    <w:rsid w:val="00205CFE"/>
    <w:rsid w:val="00205E3F"/>
    <w:rsid w:val="0020644D"/>
    <w:rsid w:val="0020655A"/>
    <w:rsid w:val="00206B0E"/>
    <w:rsid w:val="00206E8B"/>
    <w:rsid w:val="00207534"/>
    <w:rsid w:val="00210331"/>
    <w:rsid w:val="002104B2"/>
    <w:rsid w:val="00210709"/>
    <w:rsid w:val="0021180B"/>
    <w:rsid w:val="00211B4E"/>
    <w:rsid w:val="002120B4"/>
    <w:rsid w:val="002122F5"/>
    <w:rsid w:val="0021287F"/>
    <w:rsid w:val="00212A10"/>
    <w:rsid w:val="00212EC7"/>
    <w:rsid w:val="002133F9"/>
    <w:rsid w:val="00213C10"/>
    <w:rsid w:val="0021457C"/>
    <w:rsid w:val="00214C7A"/>
    <w:rsid w:val="0021519F"/>
    <w:rsid w:val="0021560A"/>
    <w:rsid w:val="002156BE"/>
    <w:rsid w:val="00215B07"/>
    <w:rsid w:val="00215C5B"/>
    <w:rsid w:val="002168B9"/>
    <w:rsid w:val="002169D2"/>
    <w:rsid w:val="00217828"/>
    <w:rsid w:val="00217ED6"/>
    <w:rsid w:val="00220153"/>
    <w:rsid w:val="0022092F"/>
    <w:rsid w:val="00220C52"/>
    <w:rsid w:val="00221467"/>
    <w:rsid w:val="00222584"/>
    <w:rsid w:val="0022285A"/>
    <w:rsid w:val="002228B6"/>
    <w:rsid w:val="00222EA0"/>
    <w:rsid w:val="00223B7E"/>
    <w:rsid w:val="002247FC"/>
    <w:rsid w:val="00224E80"/>
    <w:rsid w:val="002254D7"/>
    <w:rsid w:val="00225585"/>
    <w:rsid w:val="002270C6"/>
    <w:rsid w:val="00227142"/>
    <w:rsid w:val="00227356"/>
    <w:rsid w:val="00227AEC"/>
    <w:rsid w:val="00227C21"/>
    <w:rsid w:val="00227EDF"/>
    <w:rsid w:val="00227FA7"/>
    <w:rsid w:val="002302B3"/>
    <w:rsid w:val="00230D77"/>
    <w:rsid w:val="00230E23"/>
    <w:rsid w:val="00230FD6"/>
    <w:rsid w:val="00231EBF"/>
    <w:rsid w:val="0023253E"/>
    <w:rsid w:val="00232564"/>
    <w:rsid w:val="00233772"/>
    <w:rsid w:val="00233E9C"/>
    <w:rsid w:val="0023427F"/>
    <w:rsid w:val="00234E58"/>
    <w:rsid w:val="00235760"/>
    <w:rsid w:val="00235F1B"/>
    <w:rsid w:val="0023604B"/>
    <w:rsid w:val="00236CEA"/>
    <w:rsid w:val="00237508"/>
    <w:rsid w:val="00237DF6"/>
    <w:rsid w:val="002400C4"/>
    <w:rsid w:val="00240118"/>
    <w:rsid w:val="002402C3"/>
    <w:rsid w:val="00240E80"/>
    <w:rsid w:val="00241139"/>
    <w:rsid w:val="00241682"/>
    <w:rsid w:val="002418A5"/>
    <w:rsid w:val="00241E97"/>
    <w:rsid w:val="002426B7"/>
    <w:rsid w:val="002442B0"/>
    <w:rsid w:val="002445EB"/>
    <w:rsid w:val="00244DAD"/>
    <w:rsid w:val="0024595F"/>
    <w:rsid w:val="00246856"/>
    <w:rsid w:val="00246D7C"/>
    <w:rsid w:val="0024774D"/>
    <w:rsid w:val="00247D31"/>
    <w:rsid w:val="002500E6"/>
    <w:rsid w:val="002508E0"/>
    <w:rsid w:val="002508F2"/>
    <w:rsid w:val="00252503"/>
    <w:rsid w:val="002525DF"/>
    <w:rsid w:val="00252A98"/>
    <w:rsid w:val="00252CA6"/>
    <w:rsid w:val="00252DCD"/>
    <w:rsid w:val="002539D9"/>
    <w:rsid w:val="0025523D"/>
    <w:rsid w:val="002555B9"/>
    <w:rsid w:val="0025571B"/>
    <w:rsid w:val="002558C5"/>
    <w:rsid w:val="002560E8"/>
    <w:rsid w:val="00256421"/>
    <w:rsid w:val="00256DE3"/>
    <w:rsid w:val="002577C3"/>
    <w:rsid w:val="00257D22"/>
    <w:rsid w:val="00257DC3"/>
    <w:rsid w:val="002616AA"/>
    <w:rsid w:val="002625AE"/>
    <w:rsid w:val="00263028"/>
    <w:rsid w:val="00264575"/>
    <w:rsid w:val="002646CF"/>
    <w:rsid w:val="00264709"/>
    <w:rsid w:val="002647FB"/>
    <w:rsid w:val="00264830"/>
    <w:rsid w:val="00264E9A"/>
    <w:rsid w:val="002653DB"/>
    <w:rsid w:val="00265503"/>
    <w:rsid w:val="002655ED"/>
    <w:rsid w:val="002659CD"/>
    <w:rsid w:val="00266C17"/>
    <w:rsid w:val="00266C46"/>
    <w:rsid w:val="00266EE9"/>
    <w:rsid w:val="00267241"/>
    <w:rsid w:val="0026744F"/>
    <w:rsid w:val="00267D17"/>
    <w:rsid w:val="00267D4F"/>
    <w:rsid w:val="00267D50"/>
    <w:rsid w:val="00270003"/>
    <w:rsid w:val="00270BD9"/>
    <w:rsid w:val="00271756"/>
    <w:rsid w:val="00271C6D"/>
    <w:rsid w:val="00271D74"/>
    <w:rsid w:val="0027215D"/>
    <w:rsid w:val="002724BA"/>
    <w:rsid w:val="002730C3"/>
    <w:rsid w:val="00273C8F"/>
    <w:rsid w:val="00274146"/>
    <w:rsid w:val="00274564"/>
    <w:rsid w:val="002745A4"/>
    <w:rsid w:val="002756E6"/>
    <w:rsid w:val="00276559"/>
    <w:rsid w:val="002769A6"/>
    <w:rsid w:val="00277453"/>
    <w:rsid w:val="0028024C"/>
    <w:rsid w:val="00280CFB"/>
    <w:rsid w:val="00281C44"/>
    <w:rsid w:val="00282652"/>
    <w:rsid w:val="00283040"/>
    <w:rsid w:val="002837F0"/>
    <w:rsid w:val="002842F4"/>
    <w:rsid w:val="00284580"/>
    <w:rsid w:val="002848A3"/>
    <w:rsid w:val="002853DF"/>
    <w:rsid w:val="002862B0"/>
    <w:rsid w:val="00286F3B"/>
    <w:rsid w:val="002907E0"/>
    <w:rsid w:val="002915F4"/>
    <w:rsid w:val="00291A5F"/>
    <w:rsid w:val="00291CE3"/>
    <w:rsid w:val="002925EC"/>
    <w:rsid w:val="00292E1F"/>
    <w:rsid w:val="00292E38"/>
    <w:rsid w:val="00292FE7"/>
    <w:rsid w:val="00293FB0"/>
    <w:rsid w:val="00294F13"/>
    <w:rsid w:val="00294F38"/>
    <w:rsid w:val="00295968"/>
    <w:rsid w:val="00295C96"/>
    <w:rsid w:val="00295DB3"/>
    <w:rsid w:val="002963A0"/>
    <w:rsid w:val="00296CA9"/>
    <w:rsid w:val="00297C85"/>
    <w:rsid w:val="002A014C"/>
    <w:rsid w:val="002A0438"/>
    <w:rsid w:val="002A0DF4"/>
    <w:rsid w:val="002A0EEE"/>
    <w:rsid w:val="002A1391"/>
    <w:rsid w:val="002A1CCF"/>
    <w:rsid w:val="002A1E33"/>
    <w:rsid w:val="002A249D"/>
    <w:rsid w:val="002A2F2A"/>
    <w:rsid w:val="002A34B1"/>
    <w:rsid w:val="002A3866"/>
    <w:rsid w:val="002A4193"/>
    <w:rsid w:val="002A4217"/>
    <w:rsid w:val="002A4498"/>
    <w:rsid w:val="002A48DA"/>
    <w:rsid w:val="002A4E8E"/>
    <w:rsid w:val="002A50E2"/>
    <w:rsid w:val="002A5469"/>
    <w:rsid w:val="002A5C38"/>
    <w:rsid w:val="002A6FEE"/>
    <w:rsid w:val="002A7DCA"/>
    <w:rsid w:val="002A7E19"/>
    <w:rsid w:val="002B065F"/>
    <w:rsid w:val="002B0792"/>
    <w:rsid w:val="002B19AE"/>
    <w:rsid w:val="002B1C3A"/>
    <w:rsid w:val="002B1C8A"/>
    <w:rsid w:val="002B30D4"/>
    <w:rsid w:val="002B30E3"/>
    <w:rsid w:val="002B320D"/>
    <w:rsid w:val="002B3811"/>
    <w:rsid w:val="002B3952"/>
    <w:rsid w:val="002B3BFD"/>
    <w:rsid w:val="002B473A"/>
    <w:rsid w:val="002B4C9E"/>
    <w:rsid w:val="002B51FC"/>
    <w:rsid w:val="002B5ED1"/>
    <w:rsid w:val="002B6110"/>
    <w:rsid w:val="002B6D2A"/>
    <w:rsid w:val="002B7DC1"/>
    <w:rsid w:val="002C03A7"/>
    <w:rsid w:val="002C213D"/>
    <w:rsid w:val="002C2938"/>
    <w:rsid w:val="002C2FE3"/>
    <w:rsid w:val="002C3775"/>
    <w:rsid w:val="002C390E"/>
    <w:rsid w:val="002C4410"/>
    <w:rsid w:val="002C48D8"/>
    <w:rsid w:val="002C4A43"/>
    <w:rsid w:val="002C5DD2"/>
    <w:rsid w:val="002C7048"/>
    <w:rsid w:val="002C738B"/>
    <w:rsid w:val="002C75E1"/>
    <w:rsid w:val="002D01B1"/>
    <w:rsid w:val="002D01FD"/>
    <w:rsid w:val="002D034B"/>
    <w:rsid w:val="002D1340"/>
    <w:rsid w:val="002D18E5"/>
    <w:rsid w:val="002D1B2A"/>
    <w:rsid w:val="002D23A0"/>
    <w:rsid w:val="002D2540"/>
    <w:rsid w:val="002D281E"/>
    <w:rsid w:val="002D2B68"/>
    <w:rsid w:val="002D2EFF"/>
    <w:rsid w:val="002D3064"/>
    <w:rsid w:val="002D33C7"/>
    <w:rsid w:val="002D33CC"/>
    <w:rsid w:val="002D37D8"/>
    <w:rsid w:val="002D3E6B"/>
    <w:rsid w:val="002D4DFD"/>
    <w:rsid w:val="002D4E7E"/>
    <w:rsid w:val="002D5BE7"/>
    <w:rsid w:val="002D5C23"/>
    <w:rsid w:val="002D5C79"/>
    <w:rsid w:val="002D5D17"/>
    <w:rsid w:val="002D5DAA"/>
    <w:rsid w:val="002D60EB"/>
    <w:rsid w:val="002D6853"/>
    <w:rsid w:val="002D69D1"/>
    <w:rsid w:val="002D6DA5"/>
    <w:rsid w:val="002D6DB5"/>
    <w:rsid w:val="002D729F"/>
    <w:rsid w:val="002D7548"/>
    <w:rsid w:val="002D79C0"/>
    <w:rsid w:val="002D7BD8"/>
    <w:rsid w:val="002E00D0"/>
    <w:rsid w:val="002E07EF"/>
    <w:rsid w:val="002E12F5"/>
    <w:rsid w:val="002E1380"/>
    <w:rsid w:val="002E1810"/>
    <w:rsid w:val="002E1A6F"/>
    <w:rsid w:val="002E2D0B"/>
    <w:rsid w:val="002E33A2"/>
    <w:rsid w:val="002E3568"/>
    <w:rsid w:val="002E3985"/>
    <w:rsid w:val="002E39E6"/>
    <w:rsid w:val="002E3BA0"/>
    <w:rsid w:val="002E5426"/>
    <w:rsid w:val="002E5C9B"/>
    <w:rsid w:val="002E7036"/>
    <w:rsid w:val="002E7D3D"/>
    <w:rsid w:val="002F05B6"/>
    <w:rsid w:val="002F0F0C"/>
    <w:rsid w:val="002F1E07"/>
    <w:rsid w:val="002F24C5"/>
    <w:rsid w:val="002F2962"/>
    <w:rsid w:val="002F2C9B"/>
    <w:rsid w:val="002F3BCE"/>
    <w:rsid w:val="002F524C"/>
    <w:rsid w:val="002F5B9D"/>
    <w:rsid w:val="002F5C45"/>
    <w:rsid w:val="002F5FD8"/>
    <w:rsid w:val="002F66A2"/>
    <w:rsid w:val="0030003A"/>
    <w:rsid w:val="00301073"/>
    <w:rsid w:val="00301BAB"/>
    <w:rsid w:val="00302726"/>
    <w:rsid w:val="003027D5"/>
    <w:rsid w:val="00302E67"/>
    <w:rsid w:val="00303959"/>
    <w:rsid w:val="00303BB2"/>
    <w:rsid w:val="00303C2B"/>
    <w:rsid w:val="00303E2D"/>
    <w:rsid w:val="0030419F"/>
    <w:rsid w:val="003059D4"/>
    <w:rsid w:val="00306091"/>
    <w:rsid w:val="003061C0"/>
    <w:rsid w:val="0030728B"/>
    <w:rsid w:val="00307508"/>
    <w:rsid w:val="00307F19"/>
    <w:rsid w:val="00307F96"/>
    <w:rsid w:val="00310A0A"/>
    <w:rsid w:val="00310E53"/>
    <w:rsid w:val="003112DC"/>
    <w:rsid w:val="00311324"/>
    <w:rsid w:val="003117C4"/>
    <w:rsid w:val="003123C7"/>
    <w:rsid w:val="0031252D"/>
    <w:rsid w:val="003125FD"/>
    <w:rsid w:val="00312E98"/>
    <w:rsid w:val="0031329A"/>
    <w:rsid w:val="003139A5"/>
    <w:rsid w:val="00313DB7"/>
    <w:rsid w:val="00313F00"/>
    <w:rsid w:val="00314AF3"/>
    <w:rsid w:val="00314D40"/>
    <w:rsid w:val="00315881"/>
    <w:rsid w:val="00316036"/>
    <w:rsid w:val="00317871"/>
    <w:rsid w:val="00317F43"/>
    <w:rsid w:val="00320964"/>
    <w:rsid w:val="00321068"/>
    <w:rsid w:val="0032152D"/>
    <w:rsid w:val="0032276E"/>
    <w:rsid w:val="003229B6"/>
    <w:rsid w:val="00322CCB"/>
    <w:rsid w:val="0032352F"/>
    <w:rsid w:val="00323956"/>
    <w:rsid w:val="00324B1B"/>
    <w:rsid w:val="00325013"/>
    <w:rsid w:val="00325091"/>
    <w:rsid w:val="0032532C"/>
    <w:rsid w:val="00325D0C"/>
    <w:rsid w:val="00326963"/>
    <w:rsid w:val="00326C43"/>
    <w:rsid w:val="003271C9"/>
    <w:rsid w:val="00327539"/>
    <w:rsid w:val="00327E06"/>
    <w:rsid w:val="00330721"/>
    <w:rsid w:val="00330A90"/>
    <w:rsid w:val="00330F52"/>
    <w:rsid w:val="00331144"/>
    <w:rsid w:val="003313B9"/>
    <w:rsid w:val="00331DC6"/>
    <w:rsid w:val="003320FB"/>
    <w:rsid w:val="00332E4A"/>
    <w:rsid w:val="003337AF"/>
    <w:rsid w:val="003338CA"/>
    <w:rsid w:val="00333CF7"/>
    <w:rsid w:val="00333D14"/>
    <w:rsid w:val="00333F6A"/>
    <w:rsid w:val="0033470C"/>
    <w:rsid w:val="00334898"/>
    <w:rsid w:val="00335657"/>
    <w:rsid w:val="00335711"/>
    <w:rsid w:val="003358A3"/>
    <w:rsid w:val="003359B5"/>
    <w:rsid w:val="00335ADF"/>
    <w:rsid w:val="0033653C"/>
    <w:rsid w:val="00336BFF"/>
    <w:rsid w:val="00336C86"/>
    <w:rsid w:val="00336E81"/>
    <w:rsid w:val="00337E00"/>
    <w:rsid w:val="00337FD5"/>
    <w:rsid w:val="0034121D"/>
    <w:rsid w:val="003415C8"/>
    <w:rsid w:val="00341B3E"/>
    <w:rsid w:val="003428D2"/>
    <w:rsid w:val="00343F7A"/>
    <w:rsid w:val="0034494A"/>
    <w:rsid w:val="00344CA0"/>
    <w:rsid w:val="00344E5F"/>
    <w:rsid w:val="00344F71"/>
    <w:rsid w:val="003456F1"/>
    <w:rsid w:val="003457D6"/>
    <w:rsid w:val="00345940"/>
    <w:rsid w:val="00345B31"/>
    <w:rsid w:val="00346455"/>
    <w:rsid w:val="00347027"/>
    <w:rsid w:val="003470F6"/>
    <w:rsid w:val="003471CD"/>
    <w:rsid w:val="00347B2A"/>
    <w:rsid w:val="00350B85"/>
    <w:rsid w:val="003514B8"/>
    <w:rsid w:val="003514F1"/>
    <w:rsid w:val="00351C92"/>
    <w:rsid w:val="00352169"/>
    <w:rsid w:val="003528DD"/>
    <w:rsid w:val="00352AD4"/>
    <w:rsid w:val="00352E72"/>
    <w:rsid w:val="003536A1"/>
    <w:rsid w:val="00353E90"/>
    <w:rsid w:val="00354CC2"/>
    <w:rsid w:val="00354E14"/>
    <w:rsid w:val="003553D2"/>
    <w:rsid w:val="0035649A"/>
    <w:rsid w:val="00357146"/>
    <w:rsid w:val="00357240"/>
    <w:rsid w:val="00360ADD"/>
    <w:rsid w:val="003612C5"/>
    <w:rsid w:val="00361754"/>
    <w:rsid w:val="00362080"/>
    <w:rsid w:val="003634E4"/>
    <w:rsid w:val="00363791"/>
    <w:rsid w:val="003651AE"/>
    <w:rsid w:val="00365D93"/>
    <w:rsid w:val="003662D3"/>
    <w:rsid w:val="003666F4"/>
    <w:rsid w:val="00370080"/>
    <w:rsid w:val="00370368"/>
    <w:rsid w:val="00370384"/>
    <w:rsid w:val="00370556"/>
    <w:rsid w:val="00370ACD"/>
    <w:rsid w:val="00371EC3"/>
    <w:rsid w:val="00372713"/>
    <w:rsid w:val="0037329B"/>
    <w:rsid w:val="00373583"/>
    <w:rsid w:val="00373840"/>
    <w:rsid w:val="003740BC"/>
    <w:rsid w:val="00374CFE"/>
    <w:rsid w:val="003752B8"/>
    <w:rsid w:val="00375328"/>
    <w:rsid w:val="003760A3"/>
    <w:rsid w:val="0037619C"/>
    <w:rsid w:val="003765E2"/>
    <w:rsid w:val="00376BA3"/>
    <w:rsid w:val="0037707B"/>
    <w:rsid w:val="0037757C"/>
    <w:rsid w:val="0038075C"/>
    <w:rsid w:val="00380866"/>
    <w:rsid w:val="0038195C"/>
    <w:rsid w:val="00381A33"/>
    <w:rsid w:val="00381F5D"/>
    <w:rsid w:val="00382178"/>
    <w:rsid w:val="00382424"/>
    <w:rsid w:val="00382625"/>
    <w:rsid w:val="0038272D"/>
    <w:rsid w:val="003827A4"/>
    <w:rsid w:val="003828AC"/>
    <w:rsid w:val="00382E1E"/>
    <w:rsid w:val="00382E8E"/>
    <w:rsid w:val="00382F57"/>
    <w:rsid w:val="0038332A"/>
    <w:rsid w:val="003849DC"/>
    <w:rsid w:val="00384DD7"/>
    <w:rsid w:val="00384EAF"/>
    <w:rsid w:val="00385063"/>
    <w:rsid w:val="0038725E"/>
    <w:rsid w:val="0038773B"/>
    <w:rsid w:val="00387EA5"/>
    <w:rsid w:val="00390382"/>
    <w:rsid w:val="00390454"/>
    <w:rsid w:val="0039052E"/>
    <w:rsid w:val="0039057D"/>
    <w:rsid w:val="003908FE"/>
    <w:rsid w:val="00392109"/>
    <w:rsid w:val="003927AC"/>
    <w:rsid w:val="00392BFF"/>
    <w:rsid w:val="00393149"/>
    <w:rsid w:val="00393C8A"/>
    <w:rsid w:val="00393EFD"/>
    <w:rsid w:val="003948FC"/>
    <w:rsid w:val="00394C9F"/>
    <w:rsid w:val="00394FBF"/>
    <w:rsid w:val="003950E5"/>
    <w:rsid w:val="00395481"/>
    <w:rsid w:val="00397026"/>
    <w:rsid w:val="00397F9E"/>
    <w:rsid w:val="003A03BF"/>
    <w:rsid w:val="003A07E4"/>
    <w:rsid w:val="003A0B2A"/>
    <w:rsid w:val="003A0E6C"/>
    <w:rsid w:val="003A217E"/>
    <w:rsid w:val="003A2509"/>
    <w:rsid w:val="003A2BAE"/>
    <w:rsid w:val="003A2F8E"/>
    <w:rsid w:val="003A341B"/>
    <w:rsid w:val="003A392E"/>
    <w:rsid w:val="003A4290"/>
    <w:rsid w:val="003A43DD"/>
    <w:rsid w:val="003A509D"/>
    <w:rsid w:val="003A5B7E"/>
    <w:rsid w:val="003A5D15"/>
    <w:rsid w:val="003A6362"/>
    <w:rsid w:val="003A63AD"/>
    <w:rsid w:val="003A691C"/>
    <w:rsid w:val="003A766D"/>
    <w:rsid w:val="003B06B0"/>
    <w:rsid w:val="003B0E94"/>
    <w:rsid w:val="003B13D5"/>
    <w:rsid w:val="003B1754"/>
    <w:rsid w:val="003B18A2"/>
    <w:rsid w:val="003B1B44"/>
    <w:rsid w:val="003B32D3"/>
    <w:rsid w:val="003B3406"/>
    <w:rsid w:val="003B351C"/>
    <w:rsid w:val="003B386C"/>
    <w:rsid w:val="003B38D7"/>
    <w:rsid w:val="003B3A5B"/>
    <w:rsid w:val="003B3CC1"/>
    <w:rsid w:val="003B5EF6"/>
    <w:rsid w:val="003B69C2"/>
    <w:rsid w:val="003B6F2D"/>
    <w:rsid w:val="003B7874"/>
    <w:rsid w:val="003B7908"/>
    <w:rsid w:val="003C1720"/>
    <w:rsid w:val="003C17CA"/>
    <w:rsid w:val="003C1ABF"/>
    <w:rsid w:val="003C1FAB"/>
    <w:rsid w:val="003C2236"/>
    <w:rsid w:val="003C2488"/>
    <w:rsid w:val="003C3863"/>
    <w:rsid w:val="003C3BD7"/>
    <w:rsid w:val="003C4674"/>
    <w:rsid w:val="003C666E"/>
    <w:rsid w:val="003C6C87"/>
    <w:rsid w:val="003D00CE"/>
    <w:rsid w:val="003D15D5"/>
    <w:rsid w:val="003D2031"/>
    <w:rsid w:val="003D2689"/>
    <w:rsid w:val="003D285C"/>
    <w:rsid w:val="003D2B16"/>
    <w:rsid w:val="003D42AF"/>
    <w:rsid w:val="003D4692"/>
    <w:rsid w:val="003D4B6B"/>
    <w:rsid w:val="003D558E"/>
    <w:rsid w:val="003D5644"/>
    <w:rsid w:val="003D64DE"/>
    <w:rsid w:val="003D663F"/>
    <w:rsid w:val="003D737A"/>
    <w:rsid w:val="003D78B1"/>
    <w:rsid w:val="003E0429"/>
    <w:rsid w:val="003E0608"/>
    <w:rsid w:val="003E1922"/>
    <w:rsid w:val="003E1F9C"/>
    <w:rsid w:val="003E236E"/>
    <w:rsid w:val="003E2DA1"/>
    <w:rsid w:val="003E2EC1"/>
    <w:rsid w:val="003E3F5F"/>
    <w:rsid w:val="003E4465"/>
    <w:rsid w:val="003E4D63"/>
    <w:rsid w:val="003E542C"/>
    <w:rsid w:val="003E73C2"/>
    <w:rsid w:val="003E7BF6"/>
    <w:rsid w:val="003F0435"/>
    <w:rsid w:val="003F0DA7"/>
    <w:rsid w:val="003F1633"/>
    <w:rsid w:val="003F175A"/>
    <w:rsid w:val="003F1DEB"/>
    <w:rsid w:val="003F3079"/>
    <w:rsid w:val="003F394C"/>
    <w:rsid w:val="003F398D"/>
    <w:rsid w:val="003F5215"/>
    <w:rsid w:val="003F57B7"/>
    <w:rsid w:val="003F6D6C"/>
    <w:rsid w:val="003F7F77"/>
    <w:rsid w:val="004002ED"/>
    <w:rsid w:val="00401E0F"/>
    <w:rsid w:val="00402798"/>
    <w:rsid w:val="004027AC"/>
    <w:rsid w:val="0040299D"/>
    <w:rsid w:val="00402CCF"/>
    <w:rsid w:val="00402F83"/>
    <w:rsid w:val="00404207"/>
    <w:rsid w:val="00404539"/>
    <w:rsid w:val="0040494D"/>
    <w:rsid w:val="00404DC4"/>
    <w:rsid w:val="00404E10"/>
    <w:rsid w:val="004050A1"/>
    <w:rsid w:val="004050C5"/>
    <w:rsid w:val="004061C9"/>
    <w:rsid w:val="004064E7"/>
    <w:rsid w:val="004070A2"/>
    <w:rsid w:val="004074CB"/>
    <w:rsid w:val="00407C4D"/>
    <w:rsid w:val="00407E04"/>
    <w:rsid w:val="004103E5"/>
    <w:rsid w:val="00410906"/>
    <w:rsid w:val="00410C02"/>
    <w:rsid w:val="00411685"/>
    <w:rsid w:val="00411BFC"/>
    <w:rsid w:val="0041244B"/>
    <w:rsid w:val="004124E0"/>
    <w:rsid w:val="00413523"/>
    <w:rsid w:val="004136DD"/>
    <w:rsid w:val="00413812"/>
    <w:rsid w:val="00413ADD"/>
    <w:rsid w:val="00414372"/>
    <w:rsid w:val="0041482D"/>
    <w:rsid w:val="00415478"/>
    <w:rsid w:val="0041581E"/>
    <w:rsid w:val="00415DDC"/>
    <w:rsid w:val="00416745"/>
    <w:rsid w:val="0041679B"/>
    <w:rsid w:val="00416CC0"/>
    <w:rsid w:val="00416D93"/>
    <w:rsid w:val="0041765E"/>
    <w:rsid w:val="004179C8"/>
    <w:rsid w:val="00417D84"/>
    <w:rsid w:val="00417DBF"/>
    <w:rsid w:val="0042114D"/>
    <w:rsid w:val="00421FDF"/>
    <w:rsid w:val="00422286"/>
    <w:rsid w:val="00423CFD"/>
    <w:rsid w:val="004249BF"/>
    <w:rsid w:val="00424DCC"/>
    <w:rsid w:val="00424E88"/>
    <w:rsid w:val="00425034"/>
    <w:rsid w:val="00425E3B"/>
    <w:rsid w:val="004260DA"/>
    <w:rsid w:val="004261E3"/>
    <w:rsid w:val="00426240"/>
    <w:rsid w:val="00426A9C"/>
    <w:rsid w:val="00427136"/>
    <w:rsid w:val="004278BA"/>
    <w:rsid w:val="00427B2C"/>
    <w:rsid w:val="00427D3A"/>
    <w:rsid w:val="00427EEF"/>
    <w:rsid w:val="0043034A"/>
    <w:rsid w:val="004309FF"/>
    <w:rsid w:val="00430A2E"/>
    <w:rsid w:val="00430C17"/>
    <w:rsid w:val="00430E87"/>
    <w:rsid w:val="00431298"/>
    <w:rsid w:val="00431560"/>
    <w:rsid w:val="00431CEE"/>
    <w:rsid w:val="00433D4B"/>
    <w:rsid w:val="00433E4C"/>
    <w:rsid w:val="00433F5D"/>
    <w:rsid w:val="00433F8C"/>
    <w:rsid w:val="004344F0"/>
    <w:rsid w:val="004345E9"/>
    <w:rsid w:val="00434641"/>
    <w:rsid w:val="004346BF"/>
    <w:rsid w:val="004348C1"/>
    <w:rsid w:val="00435993"/>
    <w:rsid w:val="00435995"/>
    <w:rsid w:val="00435A1B"/>
    <w:rsid w:val="00436E2C"/>
    <w:rsid w:val="004371F0"/>
    <w:rsid w:val="00437F7C"/>
    <w:rsid w:val="0044009B"/>
    <w:rsid w:val="00440438"/>
    <w:rsid w:val="0044057B"/>
    <w:rsid w:val="00441027"/>
    <w:rsid w:val="0044135A"/>
    <w:rsid w:val="00441365"/>
    <w:rsid w:val="0044154F"/>
    <w:rsid w:val="00441BB1"/>
    <w:rsid w:val="004423EF"/>
    <w:rsid w:val="004425F2"/>
    <w:rsid w:val="004425F6"/>
    <w:rsid w:val="004429D0"/>
    <w:rsid w:val="00442C82"/>
    <w:rsid w:val="00443A52"/>
    <w:rsid w:val="00444301"/>
    <w:rsid w:val="00444883"/>
    <w:rsid w:val="004448AD"/>
    <w:rsid w:val="00445819"/>
    <w:rsid w:val="00445CD5"/>
    <w:rsid w:val="004462B7"/>
    <w:rsid w:val="0044630E"/>
    <w:rsid w:val="0044663A"/>
    <w:rsid w:val="00446AF4"/>
    <w:rsid w:val="00447D60"/>
    <w:rsid w:val="00447F3E"/>
    <w:rsid w:val="0045026A"/>
    <w:rsid w:val="00450A6F"/>
    <w:rsid w:val="00451371"/>
    <w:rsid w:val="004524D3"/>
    <w:rsid w:val="00452DF2"/>
    <w:rsid w:val="00453156"/>
    <w:rsid w:val="004531CD"/>
    <w:rsid w:val="00454662"/>
    <w:rsid w:val="0045466E"/>
    <w:rsid w:val="00454956"/>
    <w:rsid w:val="00454B36"/>
    <w:rsid w:val="00455500"/>
    <w:rsid w:val="004562A0"/>
    <w:rsid w:val="004565D5"/>
    <w:rsid w:val="00457315"/>
    <w:rsid w:val="00457B1B"/>
    <w:rsid w:val="00457DFB"/>
    <w:rsid w:val="00460013"/>
    <w:rsid w:val="004604FF"/>
    <w:rsid w:val="00460647"/>
    <w:rsid w:val="00460F63"/>
    <w:rsid w:val="00461232"/>
    <w:rsid w:val="0046160C"/>
    <w:rsid w:val="00461836"/>
    <w:rsid w:val="0046191B"/>
    <w:rsid w:val="0046285C"/>
    <w:rsid w:val="00462993"/>
    <w:rsid w:val="00462D18"/>
    <w:rsid w:val="00463086"/>
    <w:rsid w:val="00463478"/>
    <w:rsid w:val="004636B6"/>
    <w:rsid w:val="00464025"/>
    <w:rsid w:val="004645D5"/>
    <w:rsid w:val="00464A6E"/>
    <w:rsid w:val="00464DF1"/>
    <w:rsid w:val="00464E84"/>
    <w:rsid w:val="00465118"/>
    <w:rsid w:val="00465DAF"/>
    <w:rsid w:val="004660BF"/>
    <w:rsid w:val="0046655B"/>
    <w:rsid w:val="00466962"/>
    <w:rsid w:val="00466F5C"/>
    <w:rsid w:val="00467521"/>
    <w:rsid w:val="00467FB3"/>
    <w:rsid w:val="004714F4"/>
    <w:rsid w:val="00471710"/>
    <w:rsid w:val="0047199A"/>
    <w:rsid w:val="00471C61"/>
    <w:rsid w:val="00472010"/>
    <w:rsid w:val="00472425"/>
    <w:rsid w:val="00472611"/>
    <w:rsid w:val="00472B1E"/>
    <w:rsid w:val="00473264"/>
    <w:rsid w:val="0047363C"/>
    <w:rsid w:val="004742BF"/>
    <w:rsid w:val="004743EF"/>
    <w:rsid w:val="004744C7"/>
    <w:rsid w:val="004746B6"/>
    <w:rsid w:val="004750BF"/>
    <w:rsid w:val="00475805"/>
    <w:rsid w:val="004759A6"/>
    <w:rsid w:val="00475BDD"/>
    <w:rsid w:val="00476DDD"/>
    <w:rsid w:val="0047774A"/>
    <w:rsid w:val="00477B9B"/>
    <w:rsid w:val="00477D7E"/>
    <w:rsid w:val="00477DFF"/>
    <w:rsid w:val="004801C6"/>
    <w:rsid w:val="0048049D"/>
    <w:rsid w:val="00480CC6"/>
    <w:rsid w:val="00480CE7"/>
    <w:rsid w:val="004812F3"/>
    <w:rsid w:val="00481306"/>
    <w:rsid w:val="00481596"/>
    <w:rsid w:val="00481A57"/>
    <w:rsid w:val="00482513"/>
    <w:rsid w:val="0048251D"/>
    <w:rsid w:val="004828E1"/>
    <w:rsid w:val="00484208"/>
    <w:rsid w:val="0048431D"/>
    <w:rsid w:val="0048436A"/>
    <w:rsid w:val="004844D0"/>
    <w:rsid w:val="00484807"/>
    <w:rsid w:val="00484833"/>
    <w:rsid w:val="00484A23"/>
    <w:rsid w:val="0048530C"/>
    <w:rsid w:val="00485A0D"/>
    <w:rsid w:val="00485CD1"/>
    <w:rsid w:val="00485E26"/>
    <w:rsid w:val="00485EA8"/>
    <w:rsid w:val="00486090"/>
    <w:rsid w:val="004867CB"/>
    <w:rsid w:val="00486974"/>
    <w:rsid w:val="00487041"/>
    <w:rsid w:val="00487100"/>
    <w:rsid w:val="0048741D"/>
    <w:rsid w:val="00490A5E"/>
    <w:rsid w:val="00490F7E"/>
    <w:rsid w:val="0049159B"/>
    <w:rsid w:val="0049197A"/>
    <w:rsid w:val="004929DD"/>
    <w:rsid w:val="00492AED"/>
    <w:rsid w:val="00493619"/>
    <w:rsid w:val="00493AC9"/>
    <w:rsid w:val="00494D4A"/>
    <w:rsid w:val="00495172"/>
    <w:rsid w:val="004953C1"/>
    <w:rsid w:val="004953CE"/>
    <w:rsid w:val="0049558E"/>
    <w:rsid w:val="00495C6F"/>
    <w:rsid w:val="00496566"/>
    <w:rsid w:val="00497C08"/>
    <w:rsid w:val="00497D47"/>
    <w:rsid w:val="004A190D"/>
    <w:rsid w:val="004A1F01"/>
    <w:rsid w:val="004A20FE"/>
    <w:rsid w:val="004A25D9"/>
    <w:rsid w:val="004A2755"/>
    <w:rsid w:val="004A2AC4"/>
    <w:rsid w:val="004A3373"/>
    <w:rsid w:val="004A3629"/>
    <w:rsid w:val="004A3C01"/>
    <w:rsid w:val="004A432D"/>
    <w:rsid w:val="004A4450"/>
    <w:rsid w:val="004A4A6E"/>
    <w:rsid w:val="004A4AB3"/>
    <w:rsid w:val="004A4D69"/>
    <w:rsid w:val="004A5817"/>
    <w:rsid w:val="004A60C4"/>
    <w:rsid w:val="004A6309"/>
    <w:rsid w:val="004A660F"/>
    <w:rsid w:val="004A6FD2"/>
    <w:rsid w:val="004A72DF"/>
    <w:rsid w:val="004B021A"/>
    <w:rsid w:val="004B0CFA"/>
    <w:rsid w:val="004B1330"/>
    <w:rsid w:val="004B15DE"/>
    <w:rsid w:val="004B2858"/>
    <w:rsid w:val="004B31F9"/>
    <w:rsid w:val="004B3839"/>
    <w:rsid w:val="004B3BD4"/>
    <w:rsid w:val="004B3F8F"/>
    <w:rsid w:val="004B45A5"/>
    <w:rsid w:val="004B4848"/>
    <w:rsid w:val="004B591C"/>
    <w:rsid w:val="004B59D0"/>
    <w:rsid w:val="004B5C38"/>
    <w:rsid w:val="004B5CB0"/>
    <w:rsid w:val="004B65FD"/>
    <w:rsid w:val="004B6635"/>
    <w:rsid w:val="004B68A0"/>
    <w:rsid w:val="004B72CD"/>
    <w:rsid w:val="004B78D0"/>
    <w:rsid w:val="004B7E45"/>
    <w:rsid w:val="004C0745"/>
    <w:rsid w:val="004C0DC3"/>
    <w:rsid w:val="004C162E"/>
    <w:rsid w:val="004C48D8"/>
    <w:rsid w:val="004C51A2"/>
    <w:rsid w:val="004C5332"/>
    <w:rsid w:val="004C5CC2"/>
    <w:rsid w:val="004C5F74"/>
    <w:rsid w:val="004C638B"/>
    <w:rsid w:val="004C6BAA"/>
    <w:rsid w:val="004C6D65"/>
    <w:rsid w:val="004C7160"/>
    <w:rsid w:val="004C735C"/>
    <w:rsid w:val="004D0B5E"/>
    <w:rsid w:val="004D0E79"/>
    <w:rsid w:val="004D1166"/>
    <w:rsid w:val="004D1A7F"/>
    <w:rsid w:val="004D1C51"/>
    <w:rsid w:val="004D201A"/>
    <w:rsid w:val="004D210B"/>
    <w:rsid w:val="004D21F2"/>
    <w:rsid w:val="004D35E6"/>
    <w:rsid w:val="004D3F6F"/>
    <w:rsid w:val="004D4263"/>
    <w:rsid w:val="004D46B9"/>
    <w:rsid w:val="004D4984"/>
    <w:rsid w:val="004D5BBF"/>
    <w:rsid w:val="004D646B"/>
    <w:rsid w:val="004D6CC6"/>
    <w:rsid w:val="004D7D51"/>
    <w:rsid w:val="004E0099"/>
    <w:rsid w:val="004E00CB"/>
    <w:rsid w:val="004E04AE"/>
    <w:rsid w:val="004E05E4"/>
    <w:rsid w:val="004E0854"/>
    <w:rsid w:val="004E11AC"/>
    <w:rsid w:val="004E12E3"/>
    <w:rsid w:val="004E13FB"/>
    <w:rsid w:val="004E1DB9"/>
    <w:rsid w:val="004E1FCB"/>
    <w:rsid w:val="004E2D4F"/>
    <w:rsid w:val="004E3248"/>
    <w:rsid w:val="004E3C2B"/>
    <w:rsid w:val="004E4747"/>
    <w:rsid w:val="004E4820"/>
    <w:rsid w:val="004E5166"/>
    <w:rsid w:val="004E51F1"/>
    <w:rsid w:val="004E6106"/>
    <w:rsid w:val="004E642F"/>
    <w:rsid w:val="004E67D3"/>
    <w:rsid w:val="004F03F6"/>
    <w:rsid w:val="004F0985"/>
    <w:rsid w:val="004F0CE4"/>
    <w:rsid w:val="004F0D5A"/>
    <w:rsid w:val="004F205F"/>
    <w:rsid w:val="004F215F"/>
    <w:rsid w:val="004F2DDE"/>
    <w:rsid w:val="004F2ED1"/>
    <w:rsid w:val="004F5287"/>
    <w:rsid w:val="004F5ED4"/>
    <w:rsid w:val="004F64A5"/>
    <w:rsid w:val="004F6F75"/>
    <w:rsid w:val="004F74EA"/>
    <w:rsid w:val="004F7735"/>
    <w:rsid w:val="005000EF"/>
    <w:rsid w:val="00500DF9"/>
    <w:rsid w:val="00501936"/>
    <w:rsid w:val="005020AF"/>
    <w:rsid w:val="005025F0"/>
    <w:rsid w:val="00502963"/>
    <w:rsid w:val="00502FA3"/>
    <w:rsid w:val="00502FF3"/>
    <w:rsid w:val="005030D8"/>
    <w:rsid w:val="005033AE"/>
    <w:rsid w:val="0050413C"/>
    <w:rsid w:val="00504322"/>
    <w:rsid w:val="00504528"/>
    <w:rsid w:val="0050540A"/>
    <w:rsid w:val="00505871"/>
    <w:rsid w:val="00505CFC"/>
    <w:rsid w:val="00506493"/>
    <w:rsid w:val="00507438"/>
    <w:rsid w:val="00507EEE"/>
    <w:rsid w:val="00507FE8"/>
    <w:rsid w:val="0051063D"/>
    <w:rsid w:val="00510C65"/>
    <w:rsid w:val="00510F39"/>
    <w:rsid w:val="00511F93"/>
    <w:rsid w:val="0051262B"/>
    <w:rsid w:val="00512CFE"/>
    <w:rsid w:val="005130BC"/>
    <w:rsid w:val="005142F6"/>
    <w:rsid w:val="00515325"/>
    <w:rsid w:val="0051552D"/>
    <w:rsid w:val="00515B48"/>
    <w:rsid w:val="0051675D"/>
    <w:rsid w:val="00516882"/>
    <w:rsid w:val="00516DB2"/>
    <w:rsid w:val="0052051C"/>
    <w:rsid w:val="005207E3"/>
    <w:rsid w:val="0052089B"/>
    <w:rsid w:val="00520A01"/>
    <w:rsid w:val="00520AE3"/>
    <w:rsid w:val="00520DF8"/>
    <w:rsid w:val="0052114A"/>
    <w:rsid w:val="00522CA7"/>
    <w:rsid w:val="005233C6"/>
    <w:rsid w:val="005241CE"/>
    <w:rsid w:val="00524440"/>
    <w:rsid w:val="0052562D"/>
    <w:rsid w:val="00525797"/>
    <w:rsid w:val="00525D1F"/>
    <w:rsid w:val="0052602C"/>
    <w:rsid w:val="005273B3"/>
    <w:rsid w:val="00527538"/>
    <w:rsid w:val="00527AFE"/>
    <w:rsid w:val="00527F13"/>
    <w:rsid w:val="00530020"/>
    <w:rsid w:val="00530095"/>
    <w:rsid w:val="00530F0E"/>
    <w:rsid w:val="005312FA"/>
    <w:rsid w:val="00531485"/>
    <w:rsid w:val="00531581"/>
    <w:rsid w:val="005317C3"/>
    <w:rsid w:val="005317E3"/>
    <w:rsid w:val="00531802"/>
    <w:rsid w:val="00532742"/>
    <w:rsid w:val="00532D21"/>
    <w:rsid w:val="00532EDE"/>
    <w:rsid w:val="005342C5"/>
    <w:rsid w:val="00534FE7"/>
    <w:rsid w:val="00535364"/>
    <w:rsid w:val="00535512"/>
    <w:rsid w:val="00535B17"/>
    <w:rsid w:val="00535DE3"/>
    <w:rsid w:val="005360AC"/>
    <w:rsid w:val="005367E5"/>
    <w:rsid w:val="00536A86"/>
    <w:rsid w:val="005372C7"/>
    <w:rsid w:val="005378E1"/>
    <w:rsid w:val="005404DE"/>
    <w:rsid w:val="005406AA"/>
    <w:rsid w:val="005433C3"/>
    <w:rsid w:val="005433E8"/>
    <w:rsid w:val="00543A9A"/>
    <w:rsid w:val="005450F1"/>
    <w:rsid w:val="005450F4"/>
    <w:rsid w:val="005458B2"/>
    <w:rsid w:val="00545CB1"/>
    <w:rsid w:val="00545CDB"/>
    <w:rsid w:val="005468C5"/>
    <w:rsid w:val="00546D2A"/>
    <w:rsid w:val="005470C2"/>
    <w:rsid w:val="00547EA4"/>
    <w:rsid w:val="00550B3F"/>
    <w:rsid w:val="0055111A"/>
    <w:rsid w:val="005514D3"/>
    <w:rsid w:val="00551832"/>
    <w:rsid w:val="00551CA4"/>
    <w:rsid w:val="005527BF"/>
    <w:rsid w:val="00552850"/>
    <w:rsid w:val="00552DD8"/>
    <w:rsid w:val="005530AB"/>
    <w:rsid w:val="00553548"/>
    <w:rsid w:val="005543B4"/>
    <w:rsid w:val="00554DCC"/>
    <w:rsid w:val="00554FBA"/>
    <w:rsid w:val="00555861"/>
    <w:rsid w:val="005561A4"/>
    <w:rsid w:val="00556687"/>
    <w:rsid w:val="00556ECF"/>
    <w:rsid w:val="005574AA"/>
    <w:rsid w:val="0055789B"/>
    <w:rsid w:val="00557DA7"/>
    <w:rsid w:val="00557DD8"/>
    <w:rsid w:val="0056017E"/>
    <w:rsid w:val="005605C2"/>
    <w:rsid w:val="005606EA"/>
    <w:rsid w:val="005609FE"/>
    <w:rsid w:val="005610B7"/>
    <w:rsid w:val="005612FD"/>
    <w:rsid w:val="00561793"/>
    <w:rsid w:val="00561B60"/>
    <w:rsid w:val="00561F22"/>
    <w:rsid w:val="0056309A"/>
    <w:rsid w:val="00563C9B"/>
    <w:rsid w:val="00564381"/>
    <w:rsid w:val="00564576"/>
    <w:rsid w:val="00564D6D"/>
    <w:rsid w:val="00564F62"/>
    <w:rsid w:val="00565100"/>
    <w:rsid w:val="00565850"/>
    <w:rsid w:val="00565B82"/>
    <w:rsid w:val="0056614F"/>
    <w:rsid w:val="005662BC"/>
    <w:rsid w:val="0056670B"/>
    <w:rsid w:val="00566835"/>
    <w:rsid w:val="00566B5A"/>
    <w:rsid w:val="00567E23"/>
    <w:rsid w:val="00567F23"/>
    <w:rsid w:val="00571EF9"/>
    <w:rsid w:val="0057229F"/>
    <w:rsid w:val="00573AE5"/>
    <w:rsid w:val="00573BB2"/>
    <w:rsid w:val="005740E0"/>
    <w:rsid w:val="00574588"/>
    <w:rsid w:val="005752A5"/>
    <w:rsid w:val="00575465"/>
    <w:rsid w:val="005758E5"/>
    <w:rsid w:val="00576219"/>
    <w:rsid w:val="00576B14"/>
    <w:rsid w:val="005776A6"/>
    <w:rsid w:val="00577A0A"/>
    <w:rsid w:val="00577B8F"/>
    <w:rsid w:val="00580390"/>
    <w:rsid w:val="00580EB5"/>
    <w:rsid w:val="00581039"/>
    <w:rsid w:val="005813ED"/>
    <w:rsid w:val="00581BBA"/>
    <w:rsid w:val="0058206D"/>
    <w:rsid w:val="00582463"/>
    <w:rsid w:val="005825CD"/>
    <w:rsid w:val="00582665"/>
    <w:rsid w:val="00582EBA"/>
    <w:rsid w:val="00583838"/>
    <w:rsid w:val="005838B1"/>
    <w:rsid w:val="00583A2D"/>
    <w:rsid w:val="0058406F"/>
    <w:rsid w:val="0058475F"/>
    <w:rsid w:val="005852AD"/>
    <w:rsid w:val="00585F53"/>
    <w:rsid w:val="00586592"/>
    <w:rsid w:val="005866BB"/>
    <w:rsid w:val="00586876"/>
    <w:rsid w:val="0058691E"/>
    <w:rsid w:val="00587F69"/>
    <w:rsid w:val="00587FA6"/>
    <w:rsid w:val="00590CC0"/>
    <w:rsid w:val="005914C5"/>
    <w:rsid w:val="00591663"/>
    <w:rsid w:val="00591910"/>
    <w:rsid w:val="005929AE"/>
    <w:rsid w:val="00592DCE"/>
    <w:rsid w:val="005938E6"/>
    <w:rsid w:val="00593F60"/>
    <w:rsid w:val="0059401D"/>
    <w:rsid w:val="0059463E"/>
    <w:rsid w:val="0059470F"/>
    <w:rsid w:val="005947C6"/>
    <w:rsid w:val="00594BA7"/>
    <w:rsid w:val="005969F1"/>
    <w:rsid w:val="00596B66"/>
    <w:rsid w:val="00596FB5"/>
    <w:rsid w:val="00597BFE"/>
    <w:rsid w:val="005A0A4B"/>
    <w:rsid w:val="005A1076"/>
    <w:rsid w:val="005A1971"/>
    <w:rsid w:val="005A1A2D"/>
    <w:rsid w:val="005A1AF9"/>
    <w:rsid w:val="005A2608"/>
    <w:rsid w:val="005A2698"/>
    <w:rsid w:val="005A3BF8"/>
    <w:rsid w:val="005A3C39"/>
    <w:rsid w:val="005A3E41"/>
    <w:rsid w:val="005A4573"/>
    <w:rsid w:val="005A54AE"/>
    <w:rsid w:val="005A5966"/>
    <w:rsid w:val="005A650D"/>
    <w:rsid w:val="005B04B2"/>
    <w:rsid w:val="005B051E"/>
    <w:rsid w:val="005B093C"/>
    <w:rsid w:val="005B1483"/>
    <w:rsid w:val="005B18A8"/>
    <w:rsid w:val="005B18B9"/>
    <w:rsid w:val="005B18E5"/>
    <w:rsid w:val="005B18FC"/>
    <w:rsid w:val="005B20D0"/>
    <w:rsid w:val="005B3455"/>
    <w:rsid w:val="005B40EB"/>
    <w:rsid w:val="005B5553"/>
    <w:rsid w:val="005B56A7"/>
    <w:rsid w:val="005B56BB"/>
    <w:rsid w:val="005B670C"/>
    <w:rsid w:val="005B7F76"/>
    <w:rsid w:val="005C0C91"/>
    <w:rsid w:val="005C108E"/>
    <w:rsid w:val="005C2813"/>
    <w:rsid w:val="005C2FDB"/>
    <w:rsid w:val="005C353F"/>
    <w:rsid w:val="005C354B"/>
    <w:rsid w:val="005C39BC"/>
    <w:rsid w:val="005C4082"/>
    <w:rsid w:val="005C4599"/>
    <w:rsid w:val="005C47F5"/>
    <w:rsid w:val="005C48E2"/>
    <w:rsid w:val="005C5888"/>
    <w:rsid w:val="005C5A99"/>
    <w:rsid w:val="005C5C17"/>
    <w:rsid w:val="005C5C47"/>
    <w:rsid w:val="005C6BDB"/>
    <w:rsid w:val="005C70C5"/>
    <w:rsid w:val="005C70E7"/>
    <w:rsid w:val="005C716B"/>
    <w:rsid w:val="005C7696"/>
    <w:rsid w:val="005C7965"/>
    <w:rsid w:val="005D00E2"/>
    <w:rsid w:val="005D0673"/>
    <w:rsid w:val="005D0AFE"/>
    <w:rsid w:val="005D0B3E"/>
    <w:rsid w:val="005D1B63"/>
    <w:rsid w:val="005D2836"/>
    <w:rsid w:val="005D285F"/>
    <w:rsid w:val="005D2996"/>
    <w:rsid w:val="005D3AD0"/>
    <w:rsid w:val="005D400D"/>
    <w:rsid w:val="005D45E8"/>
    <w:rsid w:val="005D4A0E"/>
    <w:rsid w:val="005D4AEB"/>
    <w:rsid w:val="005D4C4A"/>
    <w:rsid w:val="005D4F67"/>
    <w:rsid w:val="005D60CC"/>
    <w:rsid w:val="005D6A1F"/>
    <w:rsid w:val="005D7CEA"/>
    <w:rsid w:val="005E011A"/>
    <w:rsid w:val="005E0122"/>
    <w:rsid w:val="005E0517"/>
    <w:rsid w:val="005E0F8E"/>
    <w:rsid w:val="005E172F"/>
    <w:rsid w:val="005E1889"/>
    <w:rsid w:val="005E1B8A"/>
    <w:rsid w:val="005E1DBA"/>
    <w:rsid w:val="005E201A"/>
    <w:rsid w:val="005E248C"/>
    <w:rsid w:val="005E49B1"/>
    <w:rsid w:val="005E4A8D"/>
    <w:rsid w:val="005E5AE9"/>
    <w:rsid w:val="005E5F13"/>
    <w:rsid w:val="005E665E"/>
    <w:rsid w:val="005E6AF3"/>
    <w:rsid w:val="005E6FDB"/>
    <w:rsid w:val="005F09C8"/>
    <w:rsid w:val="005F0A7F"/>
    <w:rsid w:val="005F1E13"/>
    <w:rsid w:val="005F21DE"/>
    <w:rsid w:val="005F2271"/>
    <w:rsid w:val="005F27FE"/>
    <w:rsid w:val="005F290C"/>
    <w:rsid w:val="005F2A50"/>
    <w:rsid w:val="005F2D24"/>
    <w:rsid w:val="005F2FC0"/>
    <w:rsid w:val="005F3382"/>
    <w:rsid w:val="005F3471"/>
    <w:rsid w:val="005F37C3"/>
    <w:rsid w:val="005F3B99"/>
    <w:rsid w:val="005F4324"/>
    <w:rsid w:val="005F4501"/>
    <w:rsid w:val="005F4C8E"/>
    <w:rsid w:val="005F4E74"/>
    <w:rsid w:val="005F51FC"/>
    <w:rsid w:val="005F5747"/>
    <w:rsid w:val="005F6380"/>
    <w:rsid w:val="005F68C9"/>
    <w:rsid w:val="005F7E83"/>
    <w:rsid w:val="0060090D"/>
    <w:rsid w:val="00600C68"/>
    <w:rsid w:val="00601985"/>
    <w:rsid w:val="00601B9D"/>
    <w:rsid w:val="00601DBD"/>
    <w:rsid w:val="00602012"/>
    <w:rsid w:val="006028C3"/>
    <w:rsid w:val="00602B3B"/>
    <w:rsid w:val="006031EB"/>
    <w:rsid w:val="00603406"/>
    <w:rsid w:val="00603FCB"/>
    <w:rsid w:val="006043F5"/>
    <w:rsid w:val="00604A87"/>
    <w:rsid w:val="0060502F"/>
    <w:rsid w:val="00605DC2"/>
    <w:rsid w:val="00606986"/>
    <w:rsid w:val="0060785E"/>
    <w:rsid w:val="00607C47"/>
    <w:rsid w:val="00607CD5"/>
    <w:rsid w:val="00607D75"/>
    <w:rsid w:val="00607F36"/>
    <w:rsid w:val="00610777"/>
    <w:rsid w:val="00610D05"/>
    <w:rsid w:val="00610EA8"/>
    <w:rsid w:val="0061177D"/>
    <w:rsid w:val="00611DA6"/>
    <w:rsid w:val="00612061"/>
    <w:rsid w:val="00612824"/>
    <w:rsid w:val="00613E71"/>
    <w:rsid w:val="0061402A"/>
    <w:rsid w:val="0061426F"/>
    <w:rsid w:val="006145FD"/>
    <w:rsid w:val="00614734"/>
    <w:rsid w:val="00614BF8"/>
    <w:rsid w:val="00614D9F"/>
    <w:rsid w:val="006150AF"/>
    <w:rsid w:val="00615B75"/>
    <w:rsid w:val="0061684A"/>
    <w:rsid w:val="00616C22"/>
    <w:rsid w:val="00616C92"/>
    <w:rsid w:val="0061722F"/>
    <w:rsid w:val="0061787D"/>
    <w:rsid w:val="00617BCA"/>
    <w:rsid w:val="00617BF4"/>
    <w:rsid w:val="00617C44"/>
    <w:rsid w:val="00617F7A"/>
    <w:rsid w:val="006213E8"/>
    <w:rsid w:val="006226CE"/>
    <w:rsid w:val="006239A1"/>
    <w:rsid w:val="006239DF"/>
    <w:rsid w:val="00623B56"/>
    <w:rsid w:val="00624049"/>
    <w:rsid w:val="00624580"/>
    <w:rsid w:val="006247A1"/>
    <w:rsid w:val="00624F58"/>
    <w:rsid w:val="0062514E"/>
    <w:rsid w:val="00625392"/>
    <w:rsid w:val="006255A2"/>
    <w:rsid w:val="00625AEB"/>
    <w:rsid w:val="0062675E"/>
    <w:rsid w:val="00626892"/>
    <w:rsid w:val="00626B2F"/>
    <w:rsid w:val="00626EF3"/>
    <w:rsid w:val="00626F40"/>
    <w:rsid w:val="00627B4C"/>
    <w:rsid w:val="006301D0"/>
    <w:rsid w:val="00630A9F"/>
    <w:rsid w:val="00630C98"/>
    <w:rsid w:val="0063165B"/>
    <w:rsid w:val="006319C6"/>
    <w:rsid w:val="006322C4"/>
    <w:rsid w:val="006322DC"/>
    <w:rsid w:val="00632457"/>
    <w:rsid w:val="006326F2"/>
    <w:rsid w:val="00632994"/>
    <w:rsid w:val="00632F38"/>
    <w:rsid w:val="0063318E"/>
    <w:rsid w:val="00633AA5"/>
    <w:rsid w:val="00633C89"/>
    <w:rsid w:val="00634364"/>
    <w:rsid w:val="0063558D"/>
    <w:rsid w:val="00635C06"/>
    <w:rsid w:val="006364D7"/>
    <w:rsid w:val="006368F7"/>
    <w:rsid w:val="006369B8"/>
    <w:rsid w:val="006369D1"/>
    <w:rsid w:val="00636A6B"/>
    <w:rsid w:val="006372AC"/>
    <w:rsid w:val="006374B2"/>
    <w:rsid w:val="006377B5"/>
    <w:rsid w:val="00640315"/>
    <w:rsid w:val="006409F3"/>
    <w:rsid w:val="0064165E"/>
    <w:rsid w:val="006420F7"/>
    <w:rsid w:val="0064232C"/>
    <w:rsid w:val="00642E77"/>
    <w:rsid w:val="006432F6"/>
    <w:rsid w:val="00643412"/>
    <w:rsid w:val="00643E24"/>
    <w:rsid w:val="00643FE2"/>
    <w:rsid w:val="00644436"/>
    <w:rsid w:val="006446D2"/>
    <w:rsid w:val="00644C1B"/>
    <w:rsid w:val="00645F57"/>
    <w:rsid w:val="006474E4"/>
    <w:rsid w:val="006474EF"/>
    <w:rsid w:val="00647D47"/>
    <w:rsid w:val="00647DD7"/>
    <w:rsid w:val="00647F5C"/>
    <w:rsid w:val="00650544"/>
    <w:rsid w:val="00650607"/>
    <w:rsid w:val="00650A86"/>
    <w:rsid w:val="00650EB2"/>
    <w:rsid w:val="0065166F"/>
    <w:rsid w:val="00651697"/>
    <w:rsid w:val="00651FAA"/>
    <w:rsid w:val="006521E9"/>
    <w:rsid w:val="006533BE"/>
    <w:rsid w:val="006534FB"/>
    <w:rsid w:val="0065374B"/>
    <w:rsid w:val="0065464D"/>
    <w:rsid w:val="00654B75"/>
    <w:rsid w:val="006552AD"/>
    <w:rsid w:val="0065549D"/>
    <w:rsid w:val="0065571D"/>
    <w:rsid w:val="00655DAE"/>
    <w:rsid w:val="00655F1B"/>
    <w:rsid w:val="006574B6"/>
    <w:rsid w:val="00657535"/>
    <w:rsid w:val="0066012A"/>
    <w:rsid w:val="006607F4"/>
    <w:rsid w:val="00660FD7"/>
    <w:rsid w:val="00661553"/>
    <w:rsid w:val="00661ADB"/>
    <w:rsid w:val="00661DD9"/>
    <w:rsid w:val="00662146"/>
    <w:rsid w:val="00662B3F"/>
    <w:rsid w:val="00663483"/>
    <w:rsid w:val="00663C8B"/>
    <w:rsid w:val="006642FB"/>
    <w:rsid w:val="00664343"/>
    <w:rsid w:val="00664434"/>
    <w:rsid w:val="00664A21"/>
    <w:rsid w:val="00664DA7"/>
    <w:rsid w:val="00665A21"/>
    <w:rsid w:val="00665EB6"/>
    <w:rsid w:val="00666282"/>
    <w:rsid w:val="006663EC"/>
    <w:rsid w:val="006666AF"/>
    <w:rsid w:val="0066684C"/>
    <w:rsid w:val="00666D11"/>
    <w:rsid w:val="00666E1B"/>
    <w:rsid w:val="006712AD"/>
    <w:rsid w:val="0067135A"/>
    <w:rsid w:val="0067152C"/>
    <w:rsid w:val="00671F25"/>
    <w:rsid w:val="00672E6C"/>
    <w:rsid w:val="006733C0"/>
    <w:rsid w:val="006734CE"/>
    <w:rsid w:val="00673699"/>
    <w:rsid w:val="00673863"/>
    <w:rsid w:val="0067446B"/>
    <w:rsid w:val="00674BED"/>
    <w:rsid w:val="00674EA5"/>
    <w:rsid w:val="00675912"/>
    <w:rsid w:val="00676B55"/>
    <w:rsid w:val="0067713B"/>
    <w:rsid w:val="006776DF"/>
    <w:rsid w:val="00677B72"/>
    <w:rsid w:val="00677CB3"/>
    <w:rsid w:val="0068072D"/>
    <w:rsid w:val="006807F4"/>
    <w:rsid w:val="00680F30"/>
    <w:rsid w:val="006819B1"/>
    <w:rsid w:val="00681B02"/>
    <w:rsid w:val="00681F38"/>
    <w:rsid w:val="00682042"/>
    <w:rsid w:val="0068274A"/>
    <w:rsid w:val="0068278F"/>
    <w:rsid w:val="00682C8A"/>
    <w:rsid w:val="0068332C"/>
    <w:rsid w:val="006838A4"/>
    <w:rsid w:val="0068432A"/>
    <w:rsid w:val="00684AD9"/>
    <w:rsid w:val="006851C3"/>
    <w:rsid w:val="006852E6"/>
    <w:rsid w:val="006860CC"/>
    <w:rsid w:val="006861EC"/>
    <w:rsid w:val="00686CAF"/>
    <w:rsid w:val="00686D8F"/>
    <w:rsid w:val="00687137"/>
    <w:rsid w:val="006901C7"/>
    <w:rsid w:val="0069146C"/>
    <w:rsid w:val="006923E6"/>
    <w:rsid w:val="0069404A"/>
    <w:rsid w:val="006947C9"/>
    <w:rsid w:val="00695BA4"/>
    <w:rsid w:val="00696055"/>
    <w:rsid w:val="0069625E"/>
    <w:rsid w:val="00696742"/>
    <w:rsid w:val="00697152"/>
    <w:rsid w:val="006A1364"/>
    <w:rsid w:val="006A1500"/>
    <w:rsid w:val="006A1A63"/>
    <w:rsid w:val="006A1B50"/>
    <w:rsid w:val="006A1FEF"/>
    <w:rsid w:val="006A24DD"/>
    <w:rsid w:val="006A28C5"/>
    <w:rsid w:val="006A2E8F"/>
    <w:rsid w:val="006A32C9"/>
    <w:rsid w:val="006A3624"/>
    <w:rsid w:val="006A3E10"/>
    <w:rsid w:val="006A3F31"/>
    <w:rsid w:val="006A407F"/>
    <w:rsid w:val="006A4C60"/>
    <w:rsid w:val="006A4EA9"/>
    <w:rsid w:val="006A4FEB"/>
    <w:rsid w:val="006A5469"/>
    <w:rsid w:val="006A5741"/>
    <w:rsid w:val="006A5A56"/>
    <w:rsid w:val="006A5A82"/>
    <w:rsid w:val="006A5B2A"/>
    <w:rsid w:val="006A5CDA"/>
    <w:rsid w:val="006A7722"/>
    <w:rsid w:val="006A7C7A"/>
    <w:rsid w:val="006B0329"/>
    <w:rsid w:val="006B0D3D"/>
    <w:rsid w:val="006B182A"/>
    <w:rsid w:val="006B1BA8"/>
    <w:rsid w:val="006B233A"/>
    <w:rsid w:val="006B2BE3"/>
    <w:rsid w:val="006B30C0"/>
    <w:rsid w:val="006B35CF"/>
    <w:rsid w:val="006B3F2B"/>
    <w:rsid w:val="006B40C5"/>
    <w:rsid w:val="006B45BE"/>
    <w:rsid w:val="006B4605"/>
    <w:rsid w:val="006B4B96"/>
    <w:rsid w:val="006B4CEB"/>
    <w:rsid w:val="006B5943"/>
    <w:rsid w:val="006B6D3B"/>
    <w:rsid w:val="006B71BC"/>
    <w:rsid w:val="006C00E2"/>
    <w:rsid w:val="006C06D0"/>
    <w:rsid w:val="006C08B2"/>
    <w:rsid w:val="006C0DDB"/>
    <w:rsid w:val="006C11BF"/>
    <w:rsid w:val="006C1356"/>
    <w:rsid w:val="006C2247"/>
    <w:rsid w:val="006C2B8B"/>
    <w:rsid w:val="006C3662"/>
    <w:rsid w:val="006C4087"/>
    <w:rsid w:val="006C47D6"/>
    <w:rsid w:val="006C48F8"/>
    <w:rsid w:val="006C4E6F"/>
    <w:rsid w:val="006C5CCC"/>
    <w:rsid w:val="006C6BE4"/>
    <w:rsid w:val="006D1009"/>
    <w:rsid w:val="006D1235"/>
    <w:rsid w:val="006D1CF7"/>
    <w:rsid w:val="006D1D9D"/>
    <w:rsid w:val="006D1DC7"/>
    <w:rsid w:val="006D3488"/>
    <w:rsid w:val="006D35E7"/>
    <w:rsid w:val="006D4395"/>
    <w:rsid w:val="006D443F"/>
    <w:rsid w:val="006D4611"/>
    <w:rsid w:val="006D4B99"/>
    <w:rsid w:val="006D505D"/>
    <w:rsid w:val="006D643E"/>
    <w:rsid w:val="006D6936"/>
    <w:rsid w:val="006D695A"/>
    <w:rsid w:val="006D6FCE"/>
    <w:rsid w:val="006D743D"/>
    <w:rsid w:val="006D7799"/>
    <w:rsid w:val="006D7924"/>
    <w:rsid w:val="006D7A74"/>
    <w:rsid w:val="006E033C"/>
    <w:rsid w:val="006E0BF1"/>
    <w:rsid w:val="006E0CB2"/>
    <w:rsid w:val="006E2FD6"/>
    <w:rsid w:val="006E38BB"/>
    <w:rsid w:val="006E38DA"/>
    <w:rsid w:val="006E4826"/>
    <w:rsid w:val="006E4941"/>
    <w:rsid w:val="006E5001"/>
    <w:rsid w:val="006E5076"/>
    <w:rsid w:val="006E55E7"/>
    <w:rsid w:val="006E56DE"/>
    <w:rsid w:val="006E5FA5"/>
    <w:rsid w:val="006E60D1"/>
    <w:rsid w:val="006E68CD"/>
    <w:rsid w:val="006E692B"/>
    <w:rsid w:val="006E6D1A"/>
    <w:rsid w:val="006E6F02"/>
    <w:rsid w:val="006E77E9"/>
    <w:rsid w:val="006F0C7A"/>
    <w:rsid w:val="006F0F92"/>
    <w:rsid w:val="006F14C2"/>
    <w:rsid w:val="006F15C8"/>
    <w:rsid w:val="006F1A29"/>
    <w:rsid w:val="006F1FFA"/>
    <w:rsid w:val="006F220F"/>
    <w:rsid w:val="006F2C0D"/>
    <w:rsid w:val="006F45AB"/>
    <w:rsid w:val="006F4939"/>
    <w:rsid w:val="006F4D23"/>
    <w:rsid w:val="006F5343"/>
    <w:rsid w:val="006F5DCB"/>
    <w:rsid w:val="006F618E"/>
    <w:rsid w:val="006F6A78"/>
    <w:rsid w:val="006F7733"/>
    <w:rsid w:val="006F7BB3"/>
    <w:rsid w:val="007002BD"/>
    <w:rsid w:val="00700A82"/>
    <w:rsid w:val="00700AE0"/>
    <w:rsid w:val="00700E86"/>
    <w:rsid w:val="00700F2C"/>
    <w:rsid w:val="0070111A"/>
    <w:rsid w:val="00701F60"/>
    <w:rsid w:val="00702EA5"/>
    <w:rsid w:val="00703293"/>
    <w:rsid w:val="0070374F"/>
    <w:rsid w:val="00703C91"/>
    <w:rsid w:val="0070479D"/>
    <w:rsid w:val="007049C9"/>
    <w:rsid w:val="007057D0"/>
    <w:rsid w:val="00705BB8"/>
    <w:rsid w:val="00706052"/>
    <w:rsid w:val="00706475"/>
    <w:rsid w:val="007066A7"/>
    <w:rsid w:val="00706DC6"/>
    <w:rsid w:val="0070753D"/>
    <w:rsid w:val="00707AA0"/>
    <w:rsid w:val="00707EA5"/>
    <w:rsid w:val="007108DD"/>
    <w:rsid w:val="0071197B"/>
    <w:rsid w:val="00712BA9"/>
    <w:rsid w:val="00713DA6"/>
    <w:rsid w:val="0071436F"/>
    <w:rsid w:val="00714382"/>
    <w:rsid w:val="007143A5"/>
    <w:rsid w:val="00714409"/>
    <w:rsid w:val="00714D98"/>
    <w:rsid w:val="00715524"/>
    <w:rsid w:val="00715FA3"/>
    <w:rsid w:val="0071627B"/>
    <w:rsid w:val="00716BEC"/>
    <w:rsid w:val="0072005A"/>
    <w:rsid w:val="00721379"/>
    <w:rsid w:val="0072294A"/>
    <w:rsid w:val="00722CD1"/>
    <w:rsid w:val="007237B2"/>
    <w:rsid w:val="0072438A"/>
    <w:rsid w:val="00724597"/>
    <w:rsid w:val="00724BAB"/>
    <w:rsid w:val="00724DD5"/>
    <w:rsid w:val="00725418"/>
    <w:rsid w:val="007256A0"/>
    <w:rsid w:val="00726006"/>
    <w:rsid w:val="00726926"/>
    <w:rsid w:val="0072692B"/>
    <w:rsid w:val="00726D2F"/>
    <w:rsid w:val="007270EF"/>
    <w:rsid w:val="00727471"/>
    <w:rsid w:val="00727AE6"/>
    <w:rsid w:val="007306C1"/>
    <w:rsid w:val="00731831"/>
    <w:rsid w:val="00731BC8"/>
    <w:rsid w:val="007322E4"/>
    <w:rsid w:val="0073245C"/>
    <w:rsid w:val="007329E6"/>
    <w:rsid w:val="00732B38"/>
    <w:rsid w:val="00732E3E"/>
    <w:rsid w:val="00732EB1"/>
    <w:rsid w:val="007333BD"/>
    <w:rsid w:val="0073432B"/>
    <w:rsid w:val="00734A86"/>
    <w:rsid w:val="00734BCD"/>
    <w:rsid w:val="007352D9"/>
    <w:rsid w:val="007359E4"/>
    <w:rsid w:val="00735ABE"/>
    <w:rsid w:val="00735AF1"/>
    <w:rsid w:val="0073626E"/>
    <w:rsid w:val="007362D7"/>
    <w:rsid w:val="00736989"/>
    <w:rsid w:val="00736F81"/>
    <w:rsid w:val="00737B45"/>
    <w:rsid w:val="00737C5B"/>
    <w:rsid w:val="00740776"/>
    <w:rsid w:val="007407B5"/>
    <w:rsid w:val="00740AF7"/>
    <w:rsid w:val="00740EFF"/>
    <w:rsid w:val="007410AA"/>
    <w:rsid w:val="00741D74"/>
    <w:rsid w:val="00741F39"/>
    <w:rsid w:val="0074300E"/>
    <w:rsid w:val="00743199"/>
    <w:rsid w:val="00743671"/>
    <w:rsid w:val="007440FC"/>
    <w:rsid w:val="00744542"/>
    <w:rsid w:val="00745C42"/>
    <w:rsid w:val="00745E2F"/>
    <w:rsid w:val="007465B1"/>
    <w:rsid w:val="007470B4"/>
    <w:rsid w:val="007473B4"/>
    <w:rsid w:val="00750512"/>
    <w:rsid w:val="00750DF5"/>
    <w:rsid w:val="0075103C"/>
    <w:rsid w:val="00751689"/>
    <w:rsid w:val="00751A5D"/>
    <w:rsid w:val="00751C61"/>
    <w:rsid w:val="007531AE"/>
    <w:rsid w:val="007532F5"/>
    <w:rsid w:val="00753352"/>
    <w:rsid w:val="00754219"/>
    <w:rsid w:val="00754644"/>
    <w:rsid w:val="007548C9"/>
    <w:rsid w:val="00754A61"/>
    <w:rsid w:val="007550F5"/>
    <w:rsid w:val="00755483"/>
    <w:rsid w:val="007558AD"/>
    <w:rsid w:val="00755B17"/>
    <w:rsid w:val="00756768"/>
    <w:rsid w:val="00756BC7"/>
    <w:rsid w:val="00756C99"/>
    <w:rsid w:val="007570FF"/>
    <w:rsid w:val="0075719C"/>
    <w:rsid w:val="0075755C"/>
    <w:rsid w:val="00757A5A"/>
    <w:rsid w:val="00760518"/>
    <w:rsid w:val="007608AB"/>
    <w:rsid w:val="00761232"/>
    <w:rsid w:val="007615B6"/>
    <w:rsid w:val="0076235C"/>
    <w:rsid w:val="0076256B"/>
    <w:rsid w:val="00762C51"/>
    <w:rsid w:val="00762D60"/>
    <w:rsid w:val="00763347"/>
    <w:rsid w:val="007633B9"/>
    <w:rsid w:val="00763522"/>
    <w:rsid w:val="00763C31"/>
    <w:rsid w:val="00763E47"/>
    <w:rsid w:val="007643E5"/>
    <w:rsid w:val="0076441D"/>
    <w:rsid w:val="00764742"/>
    <w:rsid w:val="00765150"/>
    <w:rsid w:val="007667C8"/>
    <w:rsid w:val="0076728A"/>
    <w:rsid w:val="00767747"/>
    <w:rsid w:val="0077142F"/>
    <w:rsid w:val="007724B1"/>
    <w:rsid w:val="00773424"/>
    <w:rsid w:val="00774680"/>
    <w:rsid w:val="007756C0"/>
    <w:rsid w:val="00775A8B"/>
    <w:rsid w:val="00775B3B"/>
    <w:rsid w:val="00775D02"/>
    <w:rsid w:val="007774AC"/>
    <w:rsid w:val="0077793F"/>
    <w:rsid w:val="00781450"/>
    <w:rsid w:val="00782087"/>
    <w:rsid w:val="007822FB"/>
    <w:rsid w:val="00782427"/>
    <w:rsid w:val="007828B8"/>
    <w:rsid w:val="0078309F"/>
    <w:rsid w:val="00783936"/>
    <w:rsid w:val="00783C41"/>
    <w:rsid w:val="00783F8F"/>
    <w:rsid w:val="0078407E"/>
    <w:rsid w:val="007841D8"/>
    <w:rsid w:val="00784286"/>
    <w:rsid w:val="007842A6"/>
    <w:rsid w:val="00784C1A"/>
    <w:rsid w:val="00785018"/>
    <w:rsid w:val="0078522D"/>
    <w:rsid w:val="00785FD9"/>
    <w:rsid w:val="007861AB"/>
    <w:rsid w:val="0078717F"/>
    <w:rsid w:val="00787994"/>
    <w:rsid w:val="00790599"/>
    <w:rsid w:val="00790680"/>
    <w:rsid w:val="00790939"/>
    <w:rsid w:val="00790D2E"/>
    <w:rsid w:val="00791578"/>
    <w:rsid w:val="007915EA"/>
    <w:rsid w:val="00791701"/>
    <w:rsid w:val="0079188D"/>
    <w:rsid w:val="0079239D"/>
    <w:rsid w:val="0079255B"/>
    <w:rsid w:val="0079272E"/>
    <w:rsid w:val="00793C0E"/>
    <w:rsid w:val="00795DC8"/>
    <w:rsid w:val="00797152"/>
    <w:rsid w:val="0079726A"/>
    <w:rsid w:val="00797618"/>
    <w:rsid w:val="00797719"/>
    <w:rsid w:val="007A0444"/>
    <w:rsid w:val="007A058F"/>
    <w:rsid w:val="007A0811"/>
    <w:rsid w:val="007A11DF"/>
    <w:rsid w:val="007A14AA"/>
    <w:rsid w:val="007A1AA5"/>
    <w:rsid w:val="007A2FA7"/>
    <w:rsid w:val="007A3FD0"/>
    <w:rsid w:val="007A452A"/>
    <w:rsid w:val="007A4AAB"/>
    <w:rsid w:val="007A4C12"/>
    <w:rsid w:val="007A4D04"/>
    <w:rsid w:val="007A5D03"/>
    <w:rsid w:val="007A69E3"/>
    <w:rsid w:val="007A6C6B"/>
    <w:rsid w:val="007A6D72"/>
    <w:rsid w:val="007A6F20"/>
    <w:rsid w:val="007B1257"/>
    <w:rsid w:val="007B1E73"/>
    <w:rsid w:val="007B2003"/>
    <w:rsid w:val="007B2D83"/>
    <w:rsid w:val="007B3808"/>
    <w:rsid w:val="007B4721"/>
    <w:rsid w:val="007B5842"/>
    <w:rsid w:val="007B5FB6"/>
    <w:rsid w:val="007B681B"/>
    <w:rsid w:val="007B75A9"/>
    <w:rsid w:val="007C0397"/>
    <w:rsid w:val="007C04D9"/>
    <w:rsid w:val="007C0644"/>
    <w:rsid w:val="007C08F8"/>
    <w:rsid w:val="007C10FD"/>
    <w:rsid w:val="007C1AE7"/>
    <w:rsid w:val="007C1B49"/>
    <w:rsid w:val="007C1D80"/>
    <w:rsid w:val="007C2015"/>
    <w:rsid w:val="007C21B0"/>
    <w:rsid w:val="007C2AF2"/>
    <w:rsid w:val="007C2E33"/>
    <w:rsid w:val="007C32A3"/>
    <w:rsid w:val="007C49AD"/>
    <w:rsid w:val="007C61EC"/>
    <w:rsid w:val="007C633A"/>
    <w:rsid w:val="007C656C"/>
    <w:rsid w:val="007C6E36"/>
    <w:rsid w:val="007C7010"/>
    <w:rsid w:val="007C7659"/>
    <w:rsid w:val="007C77A8"/>
    <w:rsid w:val="007C7EA3"/>
    <w:rsid w:val="007D0979"/>
    <w:rsid w:val="007D0AC4"/>
    <w:rsid w:val="007D21DA"/>
    <w:rsid w:val="007D2AE4"/>
    <w:rsid w:val="007D3047"/>
    <w:rsid w:val="007D34EC"/>
    <w:rsid w:val="007D4196"/>
    <w:rsid w:val="007D55B4"/>
    <w:rsid w:val="007D56DB"/>
    <w:rsid w:val="007D5BE8"/>
    <w:rsid w:val="007D5DC4"/>
    <w:rsid w:val="007D6010"/>
    <w:rsid w:val="007D61AB"/>
    <w:rsid w:val="007D6ED5"/>
    <w:rsid w:val="007E06B4"/>
    <w:rsid w:val="007E0FB6"/>
    <w:rsid w:val="007E11A3"/>
    <w:rsid w:val="007E12FF"/>
    <w:rsid w:val="007E139F"/>
    <w:rsid w:val="007E23CA"/>
    <w:rsid w:val="007E2CD5"/>
    <w:rsid w:val="007E3597"/>
    <w:rsid w:val="007E4A47"/>
    <w:rsid w:val="007E5720"/>
    <w:rsid w:val="007E5E0C"/>
    <w:rsid w:val="007E6241"/>
    <w:rsid w:val="007E6AC8"/>
    <w:rsid w:val="007E7493"/>
    <w:rsid w:val="007E785F"/>
    <w:rsid w:val="007E7B60"/>
    <w:rsid w:val="007E7C71"/>
    <w:rsid w:val="007F09D7"/>
    <w:rsid w:val="007F0A0F"/>
    <w:rsid w:val="007F1077"/>
    <w:rsid w:val="007F13F7"/>
    <w:rsid w:val="007F25F8"/>
    <w:rsid w:val="007F28E0"/>
    <w:rsid w:val="007F299B"/>
    <w:rsid w:val="007F2F6A"/>
    <w:rsid w:val="007F327A"/>
    <w:rsid w:val="007F33E5"/>
    <w:rsid w:val="007F36EF"/>
    <w:rsid w:val="007F39C3"/>
    <w:rsid w:val="007F4C7C"/>
    <w:rsid w:val="007F4ECD"/>
    <w:rsid w:val="007F55A4"/>
    <w:rsid w:val="007F5D9B"/>
    <w:rsid w:val="007F643F"/>
    <w:rsid w:val="007F6467"/>
    <w:rsid w:val="007F6861"/>
    <w:rsid w:val="007F68AF"/>
    <w:rsid w:val="007F6CA3"/>
    <w:rsid w:val="007F7137"/>
    <w:rsid w:val="007F7179"/>
    <w:rsid w:val="00800F49"/>
    <w:rsid w:val="008027A5"/>
    <w:rsid w:val="00802E4D"/>
    <w:rsid w:val="00803492"/>
    <w:rsid w:val="008034A5"/>
    <w:rsid w:val="00804536"/>
    <w:rsid w:val="00804814"/>
    <w:rsid w:val="008056E8"/>
    <w:rsid w:val="00805A1B"/>
    <w:rsid w:val="00806FAF"/>
    <w:rsid w:val="0080719F"/>
    <w:rsid w:val="00807455"/>
    <w:rsid w:val="00807769"/>
    <w:rsid w:val="00807FC4"/>
    <w:rsid w:val="008103A0"/>
    <w:rsid w:val="008103EA"/>
    <w:rsid w:val="00812516"/>
    <w:rsid w:val="00812AF8"/>
    <w:rsid w:val="00812F4D"/>
    <w:rsid w:val="00813061"/>
    <w:rsid w:val="0081320C"/>
    <w:rsid w:val="00813BE5"/>
    <w:rsid w:val="008142EC"/>
    <w:rsid w:val="00814460"/>
    <w:rsid w:val="00814567"/>
    <w:rsid w:val="00814694"/>
    <w:rsid w:val="00814826"/>
    <w:rsid w:val="0081589F"/>
    <w:rsid w:val="0081617D"/>
    <w:rsid w:val="00816C3E"/>
    <w:rsid w:val="00817340"/>
    <w:rsid w:val="00817FAB"/>
    <w:rsid w:val="00820BDA"/>
    <w:rsid w:val="00820FBC"/>
    <w:rsid w:val="0082123A"/>
    <w:rsid w:val="0082246B"/>
    <w:rsid w:val="0082278B"/>
    <w:rsid w:val="0082321D"/>
    <w:rsid w:val="00823973"/>
    <w:rsid w:val="00823D84"/>
    <w:rsid w:val="00823E73"/>
    <w:rsid w:val="008241F5"/>
    <w:rsid w:val="00825E03"/>
    <w:rsid w:val="00826E91"/>
    <w:rsid w:val="008271E6"/>
    <w:rsid w:val="00827834"/>
    <w:rsid w:val="00827A15"/>
    <w:rsid w:val="00827E23"/>
    <w:rsid w:val="008303A7"/>
    <w:rsid w:val="00831157"/>
    <w:rsid w:val="00832263"/>
    <w:rsid w:val="0083290E"/>
    <w:rsid w:val="00832BF8"/>
    <w:rsid w:val="00832EA3"/>
    <w:rsid w:val="00832FBA"/>
    <w:rsid w:val="008331C9"/>
    <w:rsid w:val="0083377B"/>
    <w:rsid w:val="00834375"/>
    <w:rsid w:val="008344A2"/>
    <w:rsid w:val="00834831"/>
    <w:rsid w:val="00834C30"/>
    <w:rsid w:val="00834D03"/>
    <w:rsid w:val="00834D0C"/>
    <w:rsid w:val="00835378"/>
    <w:rsid w:val="008364E9"/>
    <w:rsid w:val="00837C46"/>
    <w:rsid w:val="0084075B"/>
    <w:rsid w:val="0084124C"/>
    <w:rsid w:val="0084127F"/>
    <w:rsid w:val="008431D2"/>
    <w:rsid w:val="00843230"/>
    <w:rsid w:val="008434C4"/>
    <w:rsid w:val="0084394D"/>
    <w:rsid w:val="0084435D"/>
    <w:rsid w:val="00844745"/>
    <w:rsid w:val="008447C2"/>
    <w:rsid w:val="008450AC"/>
    <w:rsid w:val="00845842"/>
    <w:rsid w:val="008459E3"/>
    <w:rsid w:val="00845A53"/>
    <w:rsid w:val="00845D79"/>
    <w:rsid w:val="008462CF"/>
    <w:rsid w:val="0084680F"/>
    <w:rsid w:val="00847162"/>
    <w:rsid w:val="00847492"/>
    <w:rsid w:val="00847AA3"/>
    <w:rsid w:val="00847FB6"/>
    <w:rsid w:val="0085057C"/>
    <w:rsid w:val="008509E8"/>
    <w:rsid w:val="00850C3C"/>
    <w:rsid w:val="00850D36"/>
    <w:rsid w:val="008518CB"/>
    <w:rsid w:val="00851986"/>
    <w:rsid w:val="008527AA"/>
    <w:rsid w:val="008529A5"/>
    <w:rsid w:val="00852F3F"/>
    <w:rsid w:val="008538F4"/>
    <w:rsid w:val="00853931"/>
    <w:rsid w:val="00854ABB"/>
    <w:rsid w:val="00855371"/>
    <w:rsid w:val="00856A72"/>
    <w:rsid w:val="008576D0"/>
    <w:rsid w:val="00860883"/>
    <w:rsid w:val="00860B5C"/>
    <w:rsid w:val="00861C48"/>
    <w:rsid w:val="00862850"/>
    <w:rsid w:val="00862AD1"/>
    <w:rsid w:val="00863061"/>
    <w:rsid w:val="00863310"/>
    <w:rsid w:val="00863CD0"/>
    <w:rsid w:val="00864923"/>
    <w:rsid w:val="008649C8"/>
    <w:rsid w:val="00864C6A"/>
    <w:rsid w:val="00864F3E"/>
    <w:rsid w:val="00864F40"/>
    <w:rsid w:val="00865598"/>
    <w:rsid w:val="0086569B"/>
    <w:rsid w:val="00865863"/>
    <w:rsid w:val="00865886"/>
    <w:rsid w:val="00866537"/>
    <w:rsid w:val="008670A5"/>
    <w:rsid w:val="00867BD3"/>
    <w:rsid w:val="00867CDC"/>
    <w:rsid w:val="008707FC"/>
    <w:rsid w:val="0087105A"/>
    <w:rsid w:val="008713B8"/>
    <w:rsid w:val="008714B6"/>
    <w:rsid w:val="00871CBC"/>
    <w:rsid w:val="008722E4"/>
    <w:rsid w:val="008723A2"/>
    <w:rsid w:val="00872D5D"/>
    <w:rsid w:val="008737C6"/>
    <w:rsid w:val="0087419D"/>
    <w:rsid w:val="00874C38"/>
    <w:rsid w:val="00874F5F"/>
    <w:rsid w:val="0087544B"/>
    <w:rsid w:val="008760B1"/>
    <w:rsid w:val="0087627C"/>
    <w:rsid w:val="00876FB0"/>
    <w:rsid w:val="00880B2A"/>
    <w:rsid w:val="0088134C"/>
    <w:rsid w:val="008813F6"/>
    <w:rsid w:val="008815FB"/>
    <w:rsid w:val="008819F5"/>
    <w:rsid w:val="00882512"/>
    <w:rsid w:val="00883D1F"/>
    <w:rsid w:val="00884A12"/>
    <w:rsid w:val="00884CCD"/>
    <w:rsid w:val="00884EEF"/>
    <w:rsid w:val="00885C74"/>
    <w:rsid w:val="008867E2"/>
    <w:rsid w:val="00886E77"/>
    <w:rsid w:val="00887765"/>
    <w:rsid w:val="00891497"/>
    <w:rsid w:val="008918D1"/>
    <w:rsid w:val="00891B79"/>
    <w:rsid w:val="0089222E"/>
    <w:rsid w:val="008923D6"/>
    <w:rsid w:val="00892469"/>
    <w:rsid w:val="00892746"/>
    <w:rsid w:val="008930E4"/>
    <w:rsid w:val="00894164"/>
    <w:rsid w:val="00894994"/>
    <w:rsid w:val="008950B4"/>
    <w:rsid w:val="008953AC"/>
    <w:rsid w:val="00895CAF"/>
    <w:rsid w:val="008960EE"/>
    <w:rsid w:val="00896323"/>
    <w:rsid w:val="00897073"/>
    <w:rsid w:val="008A0017"/>
    <w:rsid w:val="008A1174"/>
    <w:rsid w:val="008A198C"/>
    <w:rsid w:val="008A1F2C"/>
    <w:rsid w:val="008A2169"/>
    <w:rsid w:val="008A229D"/>
    <w:rsid w:val="008A3061"/>
    <w:rsid w:val="008A3247"/>
    <w:rsid w:val="008A3E94"/>
    <w:rsid w:val="008A4DA7"/>
    <w:rsid w:val="008A4DE6"/>
    <w:rsid w:val="008A5A0A"/>
    <w:rsid w:val="008A6025"/>
    <w:rsid w:val="008A6040"/>
    <w:rsid w:val="008A6F8C"/>
    <w:rsid w:val="008A7685"/>
    <w:rsid w:val="008A788A"/>
    <w:rsid w:val="008A7DE8"/>
    <w:rsid w:val="008B00D2"/>
    <w:rsid w:val="008B0445"/>
    <w:rsid w:val="008B0519"/>
    <w:rsid w:val="008B05DA"/>
    <w:rsid w:val="008B10A2"/>
    <w:rsid w:val="008B20D0"/>
    <w:rsid w:val="008B2549"/>
    <w:rsid w:val="008B2625"/>
    <w:rsid w:val="008B275B"/>
    <w:rsid w:val="008B2A90"/>
    <w:rsid w:val="008B2E4B"/>
    <w:rsid w:val="008B3118"/>
    <w:rsid w:val="008B3708"/>
    <w:rsid w:val="008B397C"/>
    <w:rsid w:val="008B3EC5"/>
    <w:rsid w:val="008B4E41"/>
    <w:rsid w:val="008B4F5B"/>
    <w:rsid w:val="008B5428"/>
    <w:rsid w:val="008B5784"/>
    <w:rsid w:val="008B5904"/>
    <w:rsid w:val="008B5BE9"/>
    <w:rsid w:val="008B68B5"/>
    <w:rsid w:val="008B7DE1"/>
    <w:rsid w:val="008C02BE"/>
    <w:rsid w:val="008C060B"/>
    <w:rsid w:val="008C1204"/>
    <w:rsid w:val="008C270D"/>
    <w:rsid w:val="008C33AC"/>
    <w:rsid w:val="008C341D"/>
    <w:rsid w:val="008C3614"/>
    <w:rsid w:val="008C44E4"/>
    <w:rsid w:val="008C45EF"/>
    <w:rsid w:val="008C6C58"/>
    <w:rsid w:val="008C7AAB"/>
    <w:rsid w:val="008C7D81"/>
    <w:rsid w:val="008D094B"/>
    <w:rsid w:val="008D09B1"/>
    <w:rsid w:val="008D11DD"/>
    <w:rsid w:val="008D190D"/>
    <w:rsid w:val="008D1B50"/>
    <w:rsid w:val="008D265A"/>
    <w:rsid w:val="008D297A"/>
    <w:rsid w:val="008D2B67"/>
    <w:rsid w:val="008D311E"/>
    <w:rsid w:val="008D39F2"/>
    <w:rsid w:val="008D5328"/>
    <w:rsid w:val="008D5CB8"/>
    <w:rsid w:val="008D5F83"/>
    <w:rsid w:val="008D6703"/>
    <w:rsid w:val="008D7194"/>
    <w:rsid w:val="008D79A4"/>
    <w:rsid w:val="008E0BA1"/>
    <w:rsid w:val="008E0E17"/>
    <w:rsid w:val="008E11D6"/>
    <w:rsid w:val="008E1634"/>
    <w:rsid w:val="008E2BCF"/>
    <w:rsid w:val="008E2DC6"/>
    <w:rsid w:val="008E3649"/>
    <w:rsid w:val="008E372C"/>
    <w:rsid w:val="008E3CE2"/>
    <w:rsid w:val="008E46E9"/>
    <w:rsid w:val="008E483A"/>
    <w:rsid w:val="008E538B"/>
    <w:rsid w:val="008E6FE4"/>
    <w:rsid w:val="008E79C4"/>
    <w:rsid w:val="008E7DBB"/>
    <w:rsid w:val="008E7FF4"/>
    <w:rsid w:val="008F00D1"/>
    <w:rsid w:val="008F039E"/>
    <w:rsid w:val="008F189D"/>
    <w:rsid w:val="008F1A16"/>
    <w:rsid w:val="008F1DEF"/>
    <w:rsid w:val="008F1DF0"/>
    <w:rsid w:val="008F28C1"/>
    <w:rsid w:val="008F2DE6"/>
    <w:rsid w:val="008F3477"/>
    <w:rsid w:val="008F4714"/>
    <w:rsid w:val="008F4985"/>
    <w:rsid w:val="008F4E86"/>
    <w:rsid w:val="008F75E8"/>
    <w:rsid w:val="008F7957"/>
    <w:rsid w:val="0090022F"/>
    <w:rsid w:val="009009D5"/>
    <w:rsid w:val="00900E69"/>
    <w:rsid w:val="00901302"/>
    <w:rsid w:val="00902736"/>
    <w:rsid w:val="00902F2F"/>
    <w:rsid w:val="009037A7"/>
    <w:rsid w:val="009039CC"/>
    <w:rsid w:val="00903A13"/>
    <w:rsid w:val="0090413E"/>
    <w:rsid w:val="009042C4"/>
    <w:rsid w:val="00904A01"/>
    <w:rsid w:val="0090578B"/>
    <w:rsid w:val="00906A92"/>
    <w:rsid w:val="00906BEA"/>
    <w:rsid w:val="00906D33"/>
    <w:rsid w:val="00907018"/>
    <w:rsid w:val="0090781E"/>
    <w:rsid w:val="009103C8"/>
    <w:rsid w:val="009107EE"/>
    <w:rsid w:val="00911222"/>
    <w:rsid w:val="00911271"/>
    <w:rsid w:val="00911D40"/>
    <w:rsid w:val="00912732"/>
    <w:rsid w:val="00912CC0"/>
    <w:rsid w:val="00912F1E"/>
    <w:rsid w:val="00913ACB"/>
    <w:rsid w:val="009147E4"/>
    <w:rsid w:val="00914BDA"/>
    <w:rsid w:val="00914DAA"/>
    <w:rsid w:val="00914E4B"/>
    <w:rsid w:val="00914F7F"/>
    <w:rsid w:val="00915087"/>
    <w:rsid w:val="009154F0"/>
    <w:rsid w:val="009154F9"/>
    <w:rsid w:val="00915FFB"/>
    <w:rsid w:val="00916442"/>
    <w:rsid w:val="00916FC0"/>
    <w:rsid w:val="00917627"/>
    <w:rsid w:val="00917B31"/>
    <w:rsid w:val="00917EC8"/>
    <w:rsid w:val="009209C2"/>
    <w:rsid w:val="00921429"/>
    <w:rsid w:val="009218D6"/>
    <w:rsid w:val="00921A5C"/>
    <w:rsid w:val="00921AD0"/>
    <w:rsid w:val="00922170"/>
    <w:rsid w:val="0092343A"/>
    <w:rsid w:val="0092396A"/>
    <w:rsid w:val="009243D6"/>
    <w:rsid w:val="0092466F"/>
    <w:rsid w:val="0092481A"/>
    <w:rsid w:val="00925023"/>
    <w:rsid w:val="00926050"/>
    <w:rsid w:val="009273E8"/>
    <w:rsid w:val="00927B4D"/>
    <w:rsid w:val="00930042"/>
    <w:rsid w:val="00930514"/>
    <w:rsid w:val="00930914"/>
    <w:rsid w:val="0093097F"/>
    <w:rsid w:val="009310C7"/>
    <w:rsid w:val="009315C2"/>
    <w:rsid w:val="009319BC"/>
    <w:rsid w:val="00931B5C"/>
    <w:rsid w:val="00931DE5"/>
    <w:rsid w:val="00934816"/>
    <w:rsid w:val="009349EE"/>
    <w:rsid w:val="0093503C"/>
    <w:rsid w:val="009364DC"/>
    <w:rsid w:val="0093671F"/>
    <w:rsid w:val="00936801"/>
    <w:rsid w:val="00936B6B"/>
    <w:rsid w:val="00936BD5"/>
    <w:rsid w:val="00936D52"/>
    <w:rsid w:val="00937F0C"/>
    <w:rsid w:val="00941477"/>
    <w:rsid w:val="00941873"/>
    <w:rsid w:val="00941938"/>
    <w:rsid w:val="00941E40"/>
    <w:rsid w:val="009420BB"/>
    <w:rsid w:val="00942314"/>
    <w:rsid w:val="00943572"/>
    <w:rsid w:val="009447A5"/>
    <w:rsid w:val="00944A64"/>
    <w:rsid w:val="00944BAD"/>
    <w:rsid w:val="00944BE0"/>
    <w:rsid w:val="00944DE9"/>
    <w:rsid w:val="00946234"/>
    <w:rsid w:val="009464E4"/>
    <w:rsid w:val="00946D73"/>
    <w:rsid w:val="00947BC7"/>
    <w:rsid w:val="00950355"/>
    <w:rsid w:val="00950685"/>
    <w:rsid w:val="00952E50"/>
    <w:rsid w:val="00953AA8"/>
    <w:rsid w:val="00953B12"/>
    <w:rsid w:val="00953D1D"/>
    <w:rsid w:val="00954122"/>
    <w:rsid w:val="009542B0"/>
    <w:rsid w:val="009546B0"/>
    <w:rsid w:val="009548D8"/>
    <w:rsid w:val="00955844"/>
    <w:rsid w:val="00955B52"/>
    <w:rsid w:val="00955CC7"/>
    <w:rsid w:val="00956258"/>
    <w:rsid w:val="0095706C"/>
    <w:rsid w:val="009572E7"/>
    <w:rsid w:val="00960418"/>
    <w:rsid w:val="009606A5"/>
    <w:rsid w:val="009612D8"/>
    <w:rsid w:val="0096158C"/>
    <w:rsid w:val="00961625"/>
    <w:rsid w:val="0096219B"/>
    <w:rsid w:val="009634B7"/>
    <w:rsid w:val="00963987"/>
    <w:rsid w:val="00964D23"/>
    <w:rsid w:val="00965095"/>
    <w:rsid w:val="0096535F"/>
    <w:rsid w:val="00965F64"/>
    <w:rsid w:val="00966262"/>
    <w:rsid w:val="00967336"/>
    <w:rsid w:val="0096766D"/>
    <w:rsid w:val="00967B2A"/>
    <w:rsid w:val="00967C2D"/>
    <w:rsid w:val="009707D8"/>
    <w:rsid w:val="00971481"/>
    <w:rsid w:val="00971C9B"/>
    <w:rsid w:val="00972967"/>
    <w:rsid w:val="009739BA"/>
    <w:rsid w:val="00973EA6"/>
    <w:rsid w:val="009740A2"/>
    <w:rsid w:val="009745A5"/>
    <w:rsid w:val="0097505A"/>
    <w:rsid w:val="00975B32"/>
    <w:rsid w:val="009761D8"/>
    <w:rsid w:val="00976879"/>
    <w:rsid w:val="0097694E"/>
    <w:rsid w:val="00976F1D"/>
    <w:rsid w:val="00977169"/>
    <w:rsid w:val="00977786"/>
    <w:rsid w:val="00977C0B"/>
    <w:rsid w:val="00977FFB"/>
    <w:rsid w:val="009801CD"/>
    <w:rsid w:val="00980691"/>
    <w:rsid w:val="00980B90"/>
    <w:rsid w:val="0098103F"/>
    <w:rsid w:val="009811D6"/>
    <w:rsid w:val="00982CA0"/>
    <w:rsid w:val="00982F3C"/>
    <w:rsid w:val="00983713"/>
    <w:rsid w:val="009837C4"/>
    <w:rsid w:val="00983D28"/>
    <w:rsid w:val="00983F82"/>
    <w:rsid w:val="009842CF"/>
    <w:rsid w:val="009844EC"/>
    <w:rsid w:val="00984666"/>
    <w:rsid w:val="009850B3"/>
    <w:rsid w:val="00985A7B"/>
    <w:rsid w:val="00985AAA"/>
    <w:rsid w:val="00985D1B"/>
    <w:rsid w:val="00986AAE"/>
    <w:rsid w:val="00987128"/>
    <w:rsid w:val="009875CF"/>
    <w:rsid w:val="009877C1"/>
    <w:rsid w:val="0098798E"/>
    <w:rsid w:val="00990CCA"/>
    <w:rsid w:val="00990FE3"/>
    <w:rsid w:val="009911B0"/>
    <w:rsid w:val="0099152D"/>
    <w:rsid w:val="0099182F"/>
    <w:rsid w:val="009922E0"/>
    <w:rsid w:val="009923C7"/>
    <w:rsid w:val="0099357B"/>
    <w:rsid w:val="00993EF0"/>
    <w:rsid w:val="00994EB9"/>
    <w:rsid w:val="00995424"/>
    <w:rsid w:val="00995997"/>
    <w:rsid w:val="00995EC0"/>
    <w:rsid w:val="00996820"/>
    <w:rsid w:val="00996B2F"/>
    <w:rsid w:val="00996F38"/>
    <w:rsid w:val="009973F1"/>
    <w:rsid w:val="009977FA"/>
    <w:rsid w:val="009978B0"/>
    <w:rsid w:val="009A04EB"/>
    <w:rsid w:val="009A066A"/>
    <w:rsid w:val="009A10AF"/>
    <w:rsid w:val="009A1807"/>
    <w:rsid w:val="009A1820"/>
    <w:rsid w:val="009A1965"/>
    <w:rsid w:val="009A4ACF"/>
    <w:rsid w:val="009A4E44"/>
    <w:rsid w:val="009A554F"/>
    <w:rsid w:val="009A5783"/>
    <w:rsid w:val="009A580E"/>
    <w:rsid w:val="009A5BCC"/>
    <w:rsid w:val="009A7013"/>
    <w:rsid w:val="009A74BF"/>
    <w:rsid w:val="009B00AA"/>
    <w:rsid w:val="009B0DC0"/>
    <w:rsid w:val="009B1471"/>
    <w:rsid w:val="009B1B5A"/>
    <w:rsid w:val="009B1D93"/>
    <w:rsid w:val="009B1F92"/>
    <w:rsid w:val="009B324F"/>
    <w:rsid w:val="009B338D"/>
    <w:rsid w:val="009B3491"/>
    <w:rsid w:val="009B3930"/>
    <w:rsid w:val="009B4363"/>
    <w:rsid w:val="009B4D3C"/>
    <w:rsid w:val="009B5080"/>
    <w:rsid w:val="009B514B"/>
    <w:rsid w:val="009B5F23"/>
    <w:rsid w:val="009B68F3"/>
    <w:rsid w:val="009B6C03"/>
    <w:rsid w:val="009B7559"/>
    <w:rsid w:val="009B7FE5"/>
    <w:rsid w:val="009C02AB"/>
    <w:rsid w:val="009C0DD6"/>
    <w:rsid w:val="009C1C9C"/>
    <w:rsid w:val="009C2010"/>
    <w:rsid w:val="009C208E"/>
    <w:rsid w:val="009C27DC"/>
    <w:rsid w:val="009C2B16"/>
    <w:rsid w:val="009C31EF"/>
    <w:rsid w:val="009C3A3B"/>
    <w:rsid w:val="009C3DAC"/>
    <w:rsid w:val="009C3FEC"/>
    <w:rsid w:val="009C441C"/>
    <w:rsid w:val="009C503F"/>
    <w:rsid w:val="009C52DF"/>
    <w:rsid w:val="009C5C5D"/>
    <w:rsid w:val="009C5FFA"/>
    <w:rsid w:val="009C6748"/>
    <w:rsid w:val="009C69EC"/>
    <w:rsid w:val="009C7948"/>
    <w:rsid w:val="009C7B9F"/>
    <w:rsid w:val="009D0CE5"/>
    <w:rsid w:val="009D10B3"/>
    <w:rsid w:val="009D141F"/>
    <w:rsid w:val="009D1936"/>
    <w:rsid w:val="009D242D"/>
    <w:rsid w:val="009D248C"/>
    <w:rsid w:val="009D41E2"/>
    <w:rsid w:val="009D43F6"/>
    <w:rsid w:val="009D444D"/>
    <w:rsid w:val="009D4C5B"/>
    <w:rsid w:val="009D4E0E"/>
    <w:rsid w:val="009D59B5"/>
    <w:rsid w:val="009D5D89"/>
    <w:rsid w:val="009D60DF"/>
    <w:rsid w:val="009D6FBA"/>
    <w:rsid w:val="009D739E"/>
    <w:rsid w:val="009D7596"/>
    <w:rsid w:val="009D7CE4"/>
    <w:rsid w:val="009D7F8E"/>
    <w:rsid w:val="009E0897"/>
    <w:rsid w:val="009E1180"/>
    <w:rsid w:val="009E11D7"/>
    <w:rsid w:val="009E207D"/>
    <w:rsid w:val="009E20C1"/>
    <w:rsid w:val="009E2418"/>
    <w:rsid w:val="009E26EF"/>
    <w:rsid w:val="009E2922"/>
    <w:rsid w:val="009E43DF"/>
    <w:rsid w:val="009E48A7"/>
    <w:rsid w:val="009E4FE5"/>
    <w:rsid w:val="009E544A"/>
    <w:rsid w:val="009E5708"/>
    <w:rsid w:val="009E5E7E"/>
    <w:rsid w:val="009E6585"/>
    <w:rsid w:val="009E66EF"/>
    <w:rsid w:val="009E6C5C"/>
    <w:rsid w:val="009E72D0"/>
    <w:rsid w:val="009F0822"/>
    <w:rsid w:val="009F0B2F"/>
    <w:rsid w:val="009F0BE7"/>
    <w:rsid w:val="009F1165"/>
    <w:rsid w:val="009F1B9A"/>
    <w:rsid w:val="009F2164"/>
    <w:rsid w:val="009F2274"/>
    <w:rsid w:val="009F2BCE"/>
    <w:rsid w:val="009F2BDD"/>
    <w:rsid w:val="009F310D"/>
    <w:rsid w:val="009F376F"/>
    <w:rsid w:val="009F403C"/>
    <w:rsid w:val="009F4090"/>
    <w:rsid w:val="009F5CF2"/>
    <w:rsid w:val="009F6F77"/>
    <w:rsid w:val="009F7D32"/>
    <w:rsid w:val="009F7FE0"/>
    <w:rsid w:val="00A01170"/>
    <w:rsid w:val="00A01E33"/>
    <w:rsid w:val="00A022D8"/>
    <w:rsid w:val="00A0233D"/>
    <w:rsid w:val="00A026BC"/>
    <w:rsid w:val="00A0291E"/>
    <w:rsid w:val="00A02936"/>
    <w:rsid w:val="00A029FA"/>
    <w:rsid w:val="00A02C18"/>
    <w:rsid w:val="00A03303"/>
    <w:rsid w:val="00A033B1"/>
    <w:rsid w:val="00A043A2"/>
    <w:rsid w:val="00A051B9"/>
    <w:rsid w:val="00A05430"/>
    <w:rsid w:val="00A05ED0"/>
    <w:rsid w:val="00A060B5"/>
    <w:rsid w:val="00A06127"/>
    <w:rsid w:val="00A071EC"/>
    <w:rsid w:val="00A07C19"/>
    <w:rsid w:val="00A10C82"/>
    <w:rsid w:val="00A11320"/>
    <w:rsid w:val="00A1183A"/>
    <w:rsid w:val="00A1187C"/>
    <w:rsid w:val="00A12A25"/>
    <w:rsid w:val="00A14A5C"/>
    <w:rsid w:val="00A14B90"/>
    <w:rsid w:val="00A15074"/>
    <w:rsid w:val="00A150E3"/>
    <w:rsid w:val="00A15D08"/>
    <w:rsid w:val="00A16222"/>
    <w:rsid w:val="00A166ED"/>
    <w:rsid w:val="00A17846"/>
    <w:rsid w:val="00A179E8"/>
    <w:rsid w:val="00A17A4B"/>
    <w:rsid w:val="00A17E69"/>
    <w:rsid w:val="00A20261"/>
    <w:rsid w:val="00A2079D"/>
    <w:rsid w:val="00A20825"/>
    <w:rsid w:val="00A21290"/>
    <w:rsid w:val="00A218F7"/>
    <w:rsid w:val="00A221F1"/>
    <w:rsid w:val="00A22492"/>
    <w:rsid w:val="00A22CA4"/>
    <w:rsid w:val="00A22EB0"/>
    <w:rsid w:val="00A24327"/>
    <w:rsid w:val="00A244F1"/>
    <w:rsid w:val="00A24BCA"/>
    <w:rsid w:val="00A24F7D"/>
    <w:rsid w:val="00A251EF"/>
    <w:rsid w:val="00A255B9"/>
    <w:rsid w:val="00A25871"/>
    <w:rsid w:val="00A2596D"/>
    <w:rsid w:val="00A25BFA"/>
    <w:rsid w:val="00A268C7"/>
    <w:rsid w:val="00A30128"/>
    <w:rsid w:val="00A30C2B"/>
    <w:rsid w:val="00A3181A"/>
    <w:rsid w:val="00A31B31"/>
    <w:rsid w:val="00A31BF7"/>
    <w:rsid w:val="00A31D9D"/>
    <w:rsid w:val="00A31DE5"/>
    <w:rsid w:val="00A320BE"/>
    <w:rsid w:val="00A323A0"/>
    <w:rsid w:val="00A324D4"/>
    <w:rsid w:val="00A3335E"/>
    <w:rsid w:val="00A33ECB"/>
    <w:rsid w:val="00A356E5"/>
    <w:rsid w:val="00A37886"/>
    <w:rsid w:val="00A37947"/>
    <w:rsid w:val="00A37C31"/>
    <w:rsid w:val="00A402D3"/>
    <w:rsid w:val="00A40C2C"/>
    <w:rsid w:val="00A41EA5"/>
    <w:rsid w:val="00A420BC"/>
    <w:rsid w:val="00A42C7D"/>
    <w:rsid w:val="00A43137"/>
    <w:rsid w:val="00A431BA"/>
    <w:rsid w:val="00A43437"/>
    <w:rsid w:val="00A43B67"/>
    <w:rsid w:val="00A4482E"/>
    <w:rsid w:val="00A44C86"/>
    <w:rsid w:val="00A45F2E"/>
    <w:rsid w:val="00A46196"/>
    <w:rsid w:val="00A4644D"/>
    <w:rsid w:val="00A464DE"/>
    <w:rsid w:val="00A46F52"/>
    <w:rsid w:val="00A473AD"/>
    <w:rsid w:val="00A47DD9"/>
    <w:rsid w:val="00A500B9"/>
    <w:rsid w:val="00A50DCB"/>
    <w:rsid w:val="00A50E1D"/>
    <w:rsid w:val="00A50F9D"/>
    <w:rsid w:val="00A51AFE"/>
    <w:rsid w:val="00A51EEA"/>
    <w:rsid w:val="00A52197"/>
    <w:rsid w:val="00A52450"/>
    <w:rsid w:val="00A52A1A"/>
    <w:rsid w:val="00A530A5"/>
    <w:rsid w:val="00A53188"/>
    <w:rsid w:val="00A539D7"/>
    <w:rsid w:val="00A53DDA"/>
    <w:rsid w:val="00A55E0E"/>
    <w:rsid w:val="00A5638D"/>
    <w:rsid w:val="00A5713B"/>
    <w:rsid w:val="00A5733C"/>
    <w:rsid w:val="00A5761F"/>
    <w:rsid w:val="00A576A1"/>
    <w:rsid w:val="00A57AEE"/>
    <w:rsid w:val="00A60C7D"/>
    <w:rsid w:val="00A61035"/>
    <w:rsid w:val="00A61372"/>
    <w:rsid w:val="00A61609"/>
    <w:rsid w:val="00A63054"/>
    <w:rsid w:val="00A634A3"/>
    <w:rsid w:val="00A63BD0"/>
    <w:rsid w:val="00A63CD4"/>
    <w:rsid w:val="00A63E6C"/>
    <w:rsid w:val="00A64E17"/>
    <w:rsid w:val="00A64F56"/>
    <w:rsid w:val="00A65619"/>
    <w:rsid w:val="00A65CC1"/>
    <w:rsid w:val="00A65DE0"/>
    <w:rsid w:val="00A6645D"/>
    <w:rsid w:val="00A66AB8"/>
    <w:rsid w:val="00A66AC1"/>
    <w:rsid w:val="00A66BCE"/>
    <w:rsid w:val="00A6753B"/>
    <w:rsid w:val="00A67EAA"/>
    <w:rsid w:val="00A7025F"/>
    <w:rsid w:val="00A70F3B"/>
    <w:rsid w:val="00A713AA"/>
    <w:rsid w:val="00A71731"/>
    <w:rsid w:val="00A72471"/>
    <w:rsid w:val="00A7251A"/>
    <w:rsid w:val="00A73321"/>
    <w:rsid w:val="00A740C8"/>
    <w:rsid w:val="00A7455F"/>
    <w:rsid w:val="00A75548"/>
    <w:rsid w:val="00A7560E"/>
    <w:rsid w:val="00A7573E"/>
    <w:rsid w:val="00A76066"/>
    <w:rsid w:val="00A763D8"/>
    <w:rsid w:val="00A76A16"/>
    <w:rsid w:val="00A76A71"/>
    <w:rsid w:val="00A77029"/>
    <w:rsid w:val="00A77064"/>
    <w:rsid w:val="00A77851"/>
    <w:rsid w:val="00A808EF"/>
    <w:rsid w:val="00A80AFE"/>
    <w:rsid w:val="00A80F82"/>
    <w:rsid w:val="00A810CC"/>
    <w:rsid w:val="00A81A6F"/>
    <w:rsid w:val="00A82144"/>
    <w:rsid w:val="00A82225"/>
    <w:rsid w:val="00A82DF7"/>
    <w:rsid w:val="00A831D2"/>
    <w:rsid w:val="00A83523"/>
    <w:rsid w:val="00A83758"/>
    <w:rsid w:val="00A83EBA"/>
    <w:rsid w:val="00A84162"/>
    <w:rsid w:val="00A84A40"/>
    <w:rsid w:val="00A85D9F"/>
    <w:rsid w:val="00A86093"/>
    <w:rsid w:val="00A86569"/>
    <w:rsid w:val="00A8684B"/>
    <w:rsid w:val="00A8688F"/>
    <w:rsid w:val="00A87787"/>
    <w:rsid w:val="00A87E17"/>
    <w:rsid w:val="00A90859"/>
    <w:rsid w:val="00A90DEA"/>
    <w:rsid w:val="00A911FD"/>
    <w:rsid w:val="00A914F9"/>
    <w:rsid w:val="00A92503"/>
    <w:rsid w:val="00A93D49"/>
    <w:rsid w:val="00A93FCB"/>
    <w:rsid w:val="00A93FE6"/>
    <w:rsid w:val="00A94DE6"/>
    <w:rsid w:val="00A95E7F"/>
    <w:rsid w:val="00A962A4"/>
    <w:rsid w:val="00A96AD8"/>
    <w:rsid w:val="00A97060"/>
    <w:rsid w:val="00A972A3"/>
    <w:rsid w:val="00A972AC"/>
    <w:rsid w:val="00A97B76"/>
    <w:rsid w:val="00AA1159"/>
    <w:rsid w:val="00AA1997"/>
    <w:rsid w:val="00AA1A80"/>
    <w:rsid w:val="00AA1FD1"/>
    <w:rsid w:val="00AA2009"/>
    <w:rsid w:val="00AA2564"/>
    <w:rsid w:val="00AA2B07"/>
    <w:rsid w:val="00AA34B8"/>
    <w:rsid w:val="00AA369B"/>
    <w:rsid w:val="00AA4084"/>
    <w:rsid w:val="00AA44E5"/>
    <w:rsid w:val="00AA6053"/>
    <w:rsid w:val="00AA7FC2"/>
    <w:rsid w:val="00AB0787"/>
    <w:rsid w:val="00AB0F3E"/>
    <w:rsid w:val="00AB18C4"/>
    <w:rsid w:val="00AB1BD2"/>
    <w:rsid w:val="00AB1C83"/>
    <w:rsid w:val="00AB1D3E"/>
    <w:rsid w:val="00AB251D"/>
    <w:rsid w:val="00AB2C9B"/>
    <w:rsid w:val="00AB30FB"/>
    <w:rsid w:val="00AB39A1"/>
    <w:rsid w:val="00AB39A4"/>
    <w:rsid w:val="00AB3C4C"/>
    <w:rsid w:val="00AB41B2"/>
    <w:rsid w:val="00AB548B"/>
    <w:rsid w:val="00AB5ADE"/>
    <w:rsid w:val="00AB5BEF"/>
    <w:rsid w:val="00AB6AAB"/>
    <w:rsid w:val="00AB709E"/>
    <w:rsid w:val="00AB7CC8"/>
    <w:rsid w:val="00AB7E16"/>
    <w:rsid w:val="00AC100A"/>
    <w:rsid w:val="00AC113A"/>
    <w:rsid w:val="00AC1265"/>
    <w:rsid w:val="00AC13CD"/>
    <w:rsid w:val="00AC14A3"/>
    <w:rsid w:val="00AC14F8"/>
    <w:rsid w:val="00AC2801"/>
    <w:rsid w:val="00AC2AD3"/>
    <w:rsid w:val="00AC3C14"/>
    <w:rsid w:val="00AC4269"/>
    <w:rsid w:val="00AC4E1A"/>
    <w:rsid w:val="00AC5126"/>
    <w:rsid w:val="00AC52C8"/>
    <w:rsid w:val="00AC5328"/>
    <w:rsid w:val="00AC5C5F"/>
    <w:rsid w:val="00AC61ED"/>
    <w:rsid w:val="00AC6982"/>
    <w:rsid w:val="00AC73A9"/>
    <w:rsid w:val="00AD0534"/>
    <w:rsid w:val="00AD0D41"/>
    <w:rsid w:val="00AD1662"/>
    <w:rsid w:val="00AD34C4"/>
    <w:rsid w:val="00AD3E81"/>
    <w:rsid w:val="00AD4ADC"/>
    <w:rsid w:val="00AD4DDE"/>
    <w:rsid w:val="00AD5258"/>
    <w:rsid w:val="00AD5DF3"/>
    <w:rsid w:val="00AD621B"/>
    <w:rsid w:val="00AD6375"/>
    <w:rsid w:val="00AD776D"/>
    <w:rsid w:val="00AD7909"/>
    <w:rsid w:val="00AD79E3"/>
    <w:rsid w:val="00AE0420"/>
    <w:rsid w:val="00AE05DD"/>
    <w:rsid w:val="00AE13EA"/>
    <w:rsid w:val="00AE14B3"/>
    <w:rsid w:val="00AE1E6A"/>
    <w:rsid w:val="00AE1F1A"/>
    <w:rsid w:val="00AE20F4"/>
    <w:rsid w:val="00AE2170"/>
    <w:rsid w:val="00AE2550"/>
    <w:rsid w:val="00AE27A8"/>
    <w:rsid w:val="00AE29D6"/>
    <w:rsid w:val="00AE3912"/>
    <w:rsid w:val="00AE3D7F"/>
    <w:rsid w:val="00AE3E1F"/>
    <w:rsid w:val="00AE4584"/>
    <w:rsid w:val="00AE4762"/>
    <w:rsid w:val="00AE597B"/>
    <w:rsid w:val="00AE5A43"/>
    <w:rsid w:val="00AE6202"/>
    <w:rsid w:val="00AE696A"/>
    <w:rsid w:val="00AE6CDB"/>
    <w:rsid w:val="00AE763F"/>
    <w:rsid w:val="00AF0604"/>
    <w:rsid w:val="00AF0E93"/>
    <w:rsid w:val="00AF13D0"/>
    <w:rsid w:val="00AF257C"/>
    <w:rsid w:val="00AF2A24"/>
    <w:rsid w:val="00AF3375"/>
    <w:rsid w:val="00AF3D01"/>
    <w:rsid w:val="00AF3ED8"/>
    <w:rsid w:val="00AF428E"/>
    <w:rsid w:val="00AF4E4E"/>
    <w:rsid w:val="00AF4E53"/>
    <w:rsid w:val="00AF5142"/>
    <w:rsid w:val="00AF51EA"/>
    <w:rsid w:val="00AF5470"/>
    <w:rsid w:val="00AF57A9"/>
    <w:rsid w:val="00AF57CA"/>
    <w:rsid w:val="00AF5C8E"/>
    <w:rsid w:val="00AF5E27"/>
    <w:rsid w:val="00AF5E5C"/>
    <w:rsid w:val="00AF6329"/>
    <w:rsid w:val="00AF75EE"/>
    <w:rsid w:val="00B00120"/>
    <w:rsid w:val="00B00828"/>
    <w:rsid w:val="00B010B1"/>
    <w:rsid w:val="00B015B0"/>
    <w:rsid w:val="00B019AC"/>
    <w:rsid w:val="00B01F86"/>
    <w:rsid w:val="00B02078"/>
    <w:rsid w:val="00B025B9"/>
    <w:rsid w:val="00B02737"/>
    <w:rsid w:val="00B028A0"/>
    <w:rsid w:val="00B02DB0"/>
    <w:rsid w:val="00B03D71"/>
    <w:rsid w:val="00B03FD6"/>
    <w:rsid w:val="00B04689"/>
    <w:rsid w:val="00B04D62"/>
    <w:rsid w:val="00B05109"/>
    <w:rsid w:val="00B051B9"/>
    <w:rsid w:val="00B053ED"/>
    <w:rsid w:val="00B05511"/>
    <w:rsid w:val="00B075A2"/>
    <w:rsid w:val="00B111CC"/>
    <w:rsid w:val="00B11BC1"/>
    <w:rsid w:val="00B11DE8"/>
    <w:rsid w:val="00B129B1"/>
    <w:rsid w:val="00B12E44"/>
    <w:rsid w:val="00B1341D"/>
    <w:rsid w:val="00B13527"/>
    <w:rsid w:val="00B13F1A"/>
    <w:rsid w:val="00B147FA"/>
    <w:rsid w:val="00B149F6"/>
    <w:rsid w:val="00B14F6B"/>
    <w:rsid w:val="00B15CAB"/>
    <w:rsid w:val="00B176DE"/>
    <w:rsid w:val="00B202E3"/>
    <w:rsid w:val="00B20642"/>
    <w:rsid w:val="00B21CA2"/>
    <w:rsid w:val="00B22E86"/>
    <w:rsid w:val="00B22F2A"/>
    <w:rsid w:val="00B230B9"/>
    <w:rsid w:val="00B23174"/>
    <w:rsid w:val="00B239F2"/>
    <w:rsid w:val="00B23EFF"/>
    <w:rsid w:val="00B23F91"/>
    <w:rsid w:val="00B2454E"/>
    <w:rsid w:val="00B24D53"/>
    <w:rsid w:val="00B253EF"/>
    <w:rsid w:val="00B25886"/>
    <w:rsid w:val="00B25A9D"/>
    <w:rsid w:val="00B25CB1"/>
    <w:rsid w:val="00B27C6D"/>
    <w:rsid w:val="00B311F0"/>
    <w:rsid w:val="00B31B50"/>
    <w:rsid w:val="00B31D66"/>
    <w:rsid w:val="00B31F12"/>
    <w:rsid w:val="00B3284A"/>
    <w:rsid w:val="00B32DC1"/>
    <w:rsid w:val="00B3383E"/>
    <w:rsid w:val="00B339A3"/>
    <w:rsid w:val="00B340F3"/>
    <w:rsid w:val="00B3443F"/>
    <w:rsid w:val="00B34475"/>
    <w:rsid w:val="00B34781"/>
    <w:rsid w:val="00B34CC3"/>
    <w:rsid w:val="00B35501"/>
    <w:rsid w:val="00B35ACD"/>
    <w:rsid w:val="00B36B1C"/>
    <w:rsid w:val="00B36E1A"/>
    <w:rsid w:val="00B36F85"/>
    <w:rsid w:val="00B37336"/>
    <w:rsid w:val="00B37EBC"/>
    <w:rsid w:val="00B405D1"/>
    <w:rsid w:val="00B409E7"/>
    <w:rsid w:val="00B4111F"/>
    <w:rsid w:val="00B42B58"/>
    <w:rsid w:val="00B42C26"/>
    <w:rsid w:val="00B43F28"/>
    <w:rsid w:val="00B44954"/>
    <w:rsid w:val="00B44F6E"/>
    <w:rsid w:val="00B454E1"/>
    <w:rsid w:val="00B45914"/>
    <w:rsid w:val="00B460C4"/>
    <w:rsid w:val="00B46223"/>
    <w:rsid w:val="00B46D15"/>
    <w:rsid w:val="00B46F03"/>
    <w:rsid w:val="00B46F1C"/>
    <w:rsid w:val="00B4739F"/>
    <w:rsid w:val="00B50090"/>
    <w:rsid w:val="00B50C43"/>
    <w:rsid w:val="00B5198E"/>
    <w:rsid w:val="00B51A88"/>
    <w:rsid w:val="00B51F41"/>
    <w:rsid w:val="00B5238A"/>
    <w:rsid w:val="00B52E7B"/>
    <w:rsid w:val="00B531DA"/>
    <w:rsid w:val="00B53327"/>
    <w:rsid w:val="00B53647"/>
    <w:rsid w:val="00B5487C"/>
    <w:rsid w:val="00B54BA7"/>
    <w:rsid w:val="00B54D5D"/>
    <w:rsid w:val="00B55A1E"/>
    <w:rsid w:val="00B55AD3"/>
    <w:rsid w:val="00B561C0"/>
    <w:rsid w:val="00B56463"/>
    <w:rsid w:val="00B566E1"/>
    <w:rsid w:val="00B56A20"/>
    <w:rsid w:val="00B57579"/>
    <w:rsid w:val="00B605CF"/>
    <w:rsid w:val="00B60681"/>
    <w:rsid w:val="00B60A2A"/>
    <w:rsid w:val="00B60C4B"/>
    <w:rsid w:val="00B60ED4"/>
    <w:rsid w:val="00B60FBC"/>
    <w:rsid w:val="00B6139C"/>
    <w:rsid w:val="00B613C4"/>
    <w:rsid w:val="00B61C28"/>
    <w:rsid w:val="00B62340"/>
    <w:rsid w:val="00B6290B"/>
    <w:rsid w:val="00B63564"/>
    <w:rsid w:val="00B63859"/>
    <w:rsid w:val="00B64C7A"/>
    <w:rsid w:val="00B64E84"/>
    <w:rsid w:val="00B65840"/>
    <w:rsid w:val="00B66386"/>
    <w:rsid w:val="00B664F1"/>
    <w:rsid w:val="00B66B24"/>
    <w:rsid w:val="00B66E9F"/>
    <w:rsid w:val="00B6723F"/>
    <w:rsid w:val="00B67D23"/>
    <w:rsid w:val="00B71B2A"/>
    <w:rsid w:val="00B72112"/>
    <w:rsid w:val="00B723C8"/>
    <w:rsid w:val="00B72410"/>
    <w:rsid w:val="00B7268B"/>
    <w:rsid w:val="00B72F59"/>
    <w:rsid w:val="00B7301D"/>
    <w:rsid w:val="00B730C3"/>
    <w:rsid w:val="00B734CA"/>
    <w:rsid w:val="00B741FF"/>
    <w:rsid w:val="00B743A0"/>
    <w:rsid w:val="00B74897"/>
    <w:rsid w:val="00B74B1A"/>
    <w:rsid w:val="00B755FB"/>
    <w:rsid w:val="00B75DF0"/>
    <w:rsid w:val="00B75F69"/>
    <w:rsid w:val="00B75FC7"/>
    <w:rsid w:val="00B76457"/>
    <w:rsid w:val="00B76D1C"/>
    <w:rsid w:val="00B76EE0"/>
    <w:rsid w:val="00B80A1B"/>
    <w:rsid w:val="00B816EC"/>
    <w:rsid w:val="00B8191E"/>
    <w:rsid w:val="00B81ED3"/>
    <w:rsid w:val="00B82250"/>
    <w:rsid w:val="00B82483"/>
    <w:rsid w:val="00B825F0"/>
    <w:rsid w:val="00B82E2A"/>
    <w:rsid w:val="00B83C1A"/>
    <w:rsid w:val="00B84216"/>
    <w:rsid w:val="00B84699"/>
    <w:rsid w:val="00B84FAB"/>
    <w:rsid w:val="00B85D2D"/>
    <w:rsid w:val="00B860FE"/>
    <w:rsid w:val="00B86C91"/>
    <w:rsid w:val="00B86D41"/>
    <w:rsid w:val="00B911F0"/>
    <w:rsid w:val="00B914F8"/>
    <w:rsid w:val="00B915C5"/>
    <w:rsid w:val="00B9248D"/>
    <w:rsid w:val="00B93346"/>
    <w:rsid w:val="00B93D59"/>
    <w:rsid w:val="00B94FB4"/>
    <w:rsid w:val="00B94FCA"/>
    <w:rsid w:val="00B94FEE"/>
    <w:rsid w:val="00B95420"/>
    <w:rsid w:val="00B95F8D"/>
    <w:rsid w:val="00B962C5"/>
    <w:rsid w:val="00B96531"/>
    <w:rsid w:val="00B9677B"/>
    <w:rsid w:val="00B96A8C"/>
    <w:rsid w:val="00B97616"/>
    <w:rsid w:val="00B97779"/>
    <w:rsid w:val="00B97820"/>
    <w:rsid w:val="00B979F2"/>
    <w:rsid w:val="00BA03DB"/>
    <w:rsid w:val="00BA0E1F"/>
    <w:rsid w:val="00BA1890"/>
    <w:rsid w:val="00BA1D6C"/>
    <w:rsid w:val="00BA21AF"/>
    <w:rsid w:val="00BA281A"/>
    <w:rsid w:val="00BA2B44"/>
    <w:rsid w:val="00BA4FAB"/>
    <w:rsid w:val="00BA7387"/>
    <w:rsid w:val="00BA7944"/>
    <w:rsid w:val="00BA7C45"/>
    <w:rsid w:val="00BA7C6B"/>
    <w:rsid w:val="00BB0F38"/>
    <w:rsid w:val="00BB1533"/>
    <w:rsid w:val="00BB166B"/>
    <w:rsid w:val="00BB1DA4"/>
    <w:rsid w:val="00BB32D9"/>
    <w:rsid w:val="00BB442D"/>
    <w:rsid w:val="00BB4AAB"/>
    <w:rsid w:val="00BB5AC2"/>
    <w:rsid w:val="00BB5B3D"/>
    <w:rsid w:val="00BB6181"/>
    <w:rsid w:val="00BB66E5"/>
    <w:rsid w:val="00BC0337"/>
    <w:rsid w:val="00BC0A5B"/>
    <w:rsid w:val="00BC0C6B"/>
    <w:rsid w:val="00BC13ED"/>
    <w:rsid w:val="00BC15CD"/>
    <w:rsid w:val="00BC2642"/>
    <w:rsid w:val="00BC2EB9"/>
    <w:rsid w:val="00BC2F5E"/>
    <w:rsid w:val="00BC32F0"/>
    <w:rsid w:val="00BC33E8"/>
    <w:rsid w:val="00BC340B"/>
    <w:rsid w:val="00BC3E26"/>
    <w:rsid w:val="00BC3F82"/>
    <w:rsid w:val="00BC4062"/>
    <w:rsid w:val="00BC42CA"/>
    <w:rsid w:val="00BC44A7"/>
    <w:rsid w:val="00BC4C39"/>
    <w:rsid w:val="00BC4C7B"/>
    <w:rsid w:val="00BC5067"/>
    <w:rsid w:val="00BC62FA"/>
    <w:rsid w:val="00BC6949"/>
    <w:rsid w:val="00BC69B2"/>
    <w:rsid w:val="00BC6B2D"/>
    <w:rsid w:val="00BC6B31"/>
    <w:rsid w:val="00BC6E52"/>
    <w:rsid w:val="00BC7178"/>
    <w:rsid w:val="00BC7370"/>
    <w:rsid w:val="00BC7423"/>
    <w:rsid w:val="00BC74C6"/>
    <w:rsid w:val="00BC757B"/>
    <w:rsid w:val="00BD06C9"/>
    <w:rsid w:val="00BD0D95"/>
    <w:rsid w:val="00BD0E5B"/>
    <w:rsid w:val="00BD113F"/>
    <w:rsid w:val="00BD186A"/>
    <w:rsid w:val="00BD1E77"/>
    <w:rsid w:val="00BD1F8B"/>
    <w:rsid w:val="00BD2190"/>
    <w:rsid w:val="00BD24FE"/>
    <w:rsid w:val="00BD3040"/>
    <w:rsid w:val="00BD3D86"/>
    <w:rsid w:val="00BD44BE"/>
    <w:rsid w:val="00BD4D67"/>
    <w:rsid w:val="00BD500E"/>
    <w:rsid w:val="00BD53DB"/>
    <w:rsid w:val="00BD5C6A"/>
    <w:rsid w:val="00BD6117"/>
    <w:rsid w:val="00BD6B66"/>
    <w:rsid w:val="00BD724B"/>
    <w:rsid w:val="00BD790E"/>
    <w:rsid w:val="00BE0032"/>
    <w:rsid w:val="00BE0086"/>
    <w:rsid w:val="00BE06C2"/>
    <w:rsid w:val="00BE0B76"/>
    <w:rsid w:val="00BE0CF1"/>
    <w:rsid w:val="00BE0EE5"/>
    <w:rsid w:val="00BE161F"/>
    <w:rsid w:val="00BE253B"/>
    <w:rsid w:val="00BE29D3"/>
    <w:rsid w:val="00BE366C"/>
    <w:rsid w:val="00BE3DF3"/>
    <w:rsid w:val="00BE43F9"/>
    <w:rsid w:val="00BE5029"/>
    <w:rsid w:val="00BE5180"/>
    <w:rsid w:val="00BE65DC"/>
    <w:rsid w:val="00BE68BD"/>
    <w:rsid w:val="00BE73BC"/>
    <w:rsid w:val="00BE78E8"/>
    <w:rsid w:val="00BF0E92"/>
    <w:rsid w:val="00BF153B"/>
    <w:rsid w:val="00BF1726"/>
    <w:rsid w:val="00BF1B19"/>
    <w:rsid w:val="00BF212E"/>
    <w:rsid w:val="00BF22F7"/>
    <w:rsid w:val="00BF27EB"/>
    <w:rsid w:val="00BF2DA4"/>
    <w:rsid w:val="00BF31B7"/>
    <w:rsid w:val="00BF3229"/>
    <w:rsid w:val="00BF4FD0"/>
    <w:rsid w:val="00BF5132"/>
    <w:rsid w:val="00BF552C"/>
    <w:rsid w:val="00BF578D"/>
    <w:rsid w:val="00BF5EF9"/>
    <w:rsid w:val="00BF6659"/>
    <w:rsid w:val="00BF6DE6"/>
    <w:rsid w:val="00BF7108"/>
    <w:rsid w:val="00BF778C"/>
    <w:rsid w:val="00BF78DA"/>
    <w:rsid w:val="00C001FE"/>
    <w:rsid w:val="00C00216"/>
    <w:rsid w:val="00C00D98"/>
    <w:rsid w:val="00C00ED6"/>
    <w:rsid w:val="00C016CB"/>
    <w:rsid w:val="00C01818"/>
    <w:rsid w:val="00C02ACD"/>
    <w:rsid w:val="00C03397"/>
    <w:rsid w:val="00C03471"/>
    <w:rsid w:val="00C03D79"/>
    <w:rsid w:val="00C04697"/>
    <w:rsid w:val="00C04DBA"/>
    <w:rsid w:val="00C04E44"/>
    <w:rsid w:val="00C04F7C"/>
    <w:rsid w:val="00C05F35"/>
    <w:rsid w:val="00C065DC"/>
    <w:rsid w:val="00C07103"/>
    <w:rsid w:val="00C07CF4"/>
    <w:rsid w:val="00C108AA"/>
    <w:rsid w:val="00C10ED7"/>
    <w:rsid w:val="00C1109C"/>
    <w:rsid w:val="00C115AA"/>
    <w:rsid w:val="00C11D56"/>
    <w:rsid w:val="00C11F9A"/>
    <w:rsid w:val="00C1213A"/>
    <w:rsid w:val="00C121A4"/>
    <w:rsid w:val="00C132C6"/>
    <w:rsid w:val="00C13969"/>
    <w:rsid w:val="00C13DA4"/>
    <w:rsid w:val="00C153F0"/>
    <w:rsid w:val="00C1552E"/>
    <w:rsid w:val="00C15A2E"/>
    <w:rsid w:val="00C16504"/>
    <w:rsid w:val="00C16828"/>
    <w:rsid w:val="00C205B5"/>
    <w:rsid w:val="00C20B2D"/>
    <w:rsid w:val="00C21003"/>
    <w:rsid w:val="00C21154"/>
    <w:rsid w:val="00C211F0"/>
    <w:rsid w:val="00C21936"/>
    <w:rsid w:val="00C21F18"/>
    <w:rsid w:val="00C22C9F"/>
    <w:rsid w:val="00C231AF"/>
    <w:rsid w:val="00C2338A"/>
    <w:rsid w:val="00C235E9"/>
    <w:rsid w:val="00C23B17"/>
    <w:rsid w:val="00C2462B"/>
    <w:rsid w:val="00C25572"/>
    <w:rsid w:val="00C2566E"/>
    <w:rsid w:val="00C25989"/>
    <w:rsid w:val="00C26B80"/>
    <w:rsid w:val="00C271BA"/>
    <w:rsid w:val="00C27DBA"/>
    <w:rsid w:val="00C30CE2"/>
    <w:rsid w:val="00C31092"/>
    <w:rsid w:val="00C315BD"/>
    <w:rsid w:val="00C32E4B"/>
    <w:rsid w:val="00C333EF"/>
    <w:rsid w:val="00C33EB5"/>
    <w:rsid w:val="00C34584"/>
    <w:rsid w:val="00C347C3"/>
    <w:rsid w:val="00C36525"/>
    <w:rsid w:val="00C3710A"/>
    <w:rsid w:val="00C37323"/>
    <w:rsid w:val="00C401A1"/>
    <w:rsid w:val="00C40617"/>
    <w:rsid w:val="00C410A9"/>
    <w:rsid w:val="00C4118F"/>
    <w:rsid w:val="00C41449"/>
    <w:rsid w:val="00C41735"/>
    <w:rsid w:val="00C4275C"/>
    <w:rsid w:val="00C43328"/>
    <w:rsid w:val="00C43383"/>
    <w:rsid w:val="00C43742"/>
    <w:rsid w:val="00C43939"/>
    <w:rsid w:val="00C44842"/>
    <w:rsid w:val="00C44A12"/>
    <w:rsid w:val="00C44FC8"/>
    <w:rsid w:val="00C454C1"/>
    <w:rsid w:val="00C45976"/>
    <w:rsid w:val="00C469F8"/>
    <w:rsid w:val="00C4702F"/>
    <w:rsid w:val="00C4767F"/>
    <w:rsid w:val="00C47891"/>
    <w:rsid w:val="00C50170"/>
    <w:rsid w:val="00C5095F"/>
    <w:rsid w:val="00C50AE9"/>
    <w:rsid w:val="00C50D41"/>
    <w:rsid w:val="00C514B5"/>
    <w:rsid w:val="00C5167A"/>
    <w:rsid w:val="00C5180D"/>
    <w:rsid w:val="00C524EE"/>
    <w:rsid w:val="00C525F7"/>
    <w:rsid w:val="00C52EF7"/>
    <w:rsid w:val="00C53D23"/>
    <w:rsid w:val="00C53F77"/>
    <w:rsid w:val="00C54181"/>
    <w:rsid w:val="00C550EE"/>
    <w:rsid w:val="00C55BD1"/>
    <w:rsid w:val="00C55CF1"/>
    <w:rsid w:val="00C55EF3"/>
    <w:rsid w:val="00C56190"/>
    <w:rsid w:val="00C56528"/>
    <w:rsid w:val="00C579B9"/>
    <w:rsid w:val="00C57CBE"/>
    <w:rsid w:val="00C57D11"/>
    <w:rsid w:val="00C601FF"/>
    <w:rsid w:val="00C607BC"/>
    <w:rsid w:val="00C61354"/>
    <w:rsid w:val="00C61908"/>
    <w:rsid w:val="00C6372C"/>
    <w:rsid w:val="00C6423E"/>
    <w:rsid w:val="00C6428A"/>
    <w:rsid w:val="00C6464B"/>
    <w:rsid w:val="00C6477B"/>
    <w:rsid w:val="00C64A13"/>
    <w:rsid w:val="00C64CA1"/>
    <w:rsid w:val="00C64E00"/>
    <w:rsid w:val="00C653AA"/>
    <w:rsid w:val="00C655D3"/>
    <w:rsid w:val="00C6585A"/>
    <w:rsid w:val="00C65C42"/>
    <w:rsid w:val="00C65DFE"/>
    <w:rsid w:val="00C66DAE"/>
    <w:rsid w:val="00C66E38"/>
    <w:rsid w:val="00C66E3E"/>
    <w:rsid w:val="00C66F53"/>
    <w:rsid w:val="00C67D6E"/>
    <w:rsid w:val="00C719A8"/>
    <w:rsid w:val="00C72CC4"/>
    <w:rsid w:val="00C72E79"/>
    <w:rsid w:val="00C73CD0"/>
    <w:rsid w:val="00C73FCE"/>
    <w:rsid w:val="00C749E6"/>
    <w:rsid w:val="00C750C9"/>
    <w:rsid w:val="00C7546B"/>
    <w:rsid w:val="00C76A26"/>
    <w:rsid w:val="00C76FC3"/>
    <w:rsid w:val="00C77245"/>
    <w:rsid w:val="00C804F7"/>
    <w:rsid w:val="00C80E19"/>
    <w:rsid w:val="00C81E3D"/>
    <w:rsid w:val="00C825E6"/>
    <w:rsid w:val="00C828DE"/>
    <w:rsid w:val="00C8369A"/>
    <w:rsid w:val="00C839AE"/>
    <w:rsid w:val="00C83AC4"/>
    <w:rsid w:val="00C84083"/>
    <w:rsid w:val="00C84D79"/>
    <w:rsid w:val="00C850C9"/>
    <w:rsid w:val="00C850F2"/>
    <w:rsid w:val="00C86FE5"/>
    <w:rsid w:val="00C87386"/>
    <w:rsid w:val="00C87621"/>
    <w:rsid w:val="00C878F1"/>
    <w:rsid w:val="00C87B89"/>
    <w:rsid w:val="00C87EBC"/>
    <w:rsid w:val="00C9021C"/>
    <w:rsid w:val="00C90E73"/>
    <w:rsid w:val="00C90EC1"/>
    <w:rsid w:val="00C917E9"/>
    <w:rsid w:val="00C9222D"/>
    <w:rsid w:val="00C924DF"/>
    <w:rsid w:val="00C9252F"/>
    <w:rsid w:val="00C92E40"/>
    <w:rsid w:val="00C93F1D"/>
    <w:rsid w:val="00C948DD"/>
    <w:rsid w:val="00C95409"/>
    <w:rsid w:val="00C961AF"/>
    <w:rsid w:val="00C961B9"/>
    <w:rsid w:val="00C96649"/>
    <w:rsid w:val="00C968E5"/>
    <w:rsid w:val="00C9767B"/>
    <w:rsid w:val="00C9789D"/>
    <w:rsid w:val="00C97E64"/>
    <w:rsid w:val="00CA105F"/>
    <w:rsid w:val="00CA2333"/>
    <w:rsid w:val="00CA2555"/>
    <w:rsid w:val="00CA2682"/>
    <w:rsid w:val="00CA316A"/>
    <w:rsid w:val="00CA3261"/>
    <w:rsid w:val="00CA39EA"/>
    <w:rsid w:val="00CA3D42"/>
    <w:rsid w:val="00CA3FE2"/>
    <w:rsid w:val="00CA4445"/>
    <w:rsid w:val="00CA44E4"/>
    <w:rsid w:val="00CA5158"/>
    <w:rsid w:val="00CA5165"/>
    <w:rsid w:val="00CA7969"/>
    <w:rsid w:val="00CA7F5E"/>
    <w:rsid w:val="00CB025B"/>
    <w:rsid w:val="00CB03DA"/>
    <w:rsid w:val="00CB07A4"/>
    <w:rsid w:val="00CB1C9E"/>
    <w:rsid w:val="00CB231D"/>
    <w:rsid w:val="00CB2373"/>
    <w:rsid w:val="00CB3724"/>
    <w:rsid w:val="00CB3781"/>
    <w:rsid w:val="00CB39CE"/>
    <w:rsid w:val="00CB3A38"/>
    <w:rsid w:val="00CB3F78"/>
    <w:rsid w:val="00CB5505"/>
    <w:rsid w:val="00CB5787"/>
    <w:rsid w:val="00CB628C"/>
    <w:rsid w:val="00CB6437"/>
    <w:rsid w:val="00CB683B"/>
    <w:rsid w:val="00CB6C29"/>
    <w:rsid w:val="00CB72DE"/>
    <w:rsid w:val="00CB72EF"/>
    <w:rsid w:val="00CB7AB6"/>
    <w:rsid w:val="00CB7DA4"/>
    <w:rsid w:val="00CC0C4D"/>
    <w:rsid w:val="00CC0DC6"/>
    <w:rsid w:val="00CC0EF6"/>
    <w:rsid w:val="00CC1204"/>
    <w:rsid w:val="00CC17C8"/>
    <w:rsid w:val="00CC1C7A"/>
    <w:rsid w:val="00CC381C"/>
    <w:rsid w:val="00CC3A85"/>
    <w:rsid w:val="00CC43FE"/>
    <w:rsid w:val="00CC466E"/>
    <w:rsid w:val="00CC49A3"/>
    <w:rsid w:val="00CC4AD7"/>
    <w:rsid w:val="00CC4EA3"/>
    <w:rsid w:val="00CC689B"/>
    <w:rsid w:val="00CC6EFA"/>
    <w:rsid w:val="00CC732F"/>
    <w:rsid w:val="00CC785A"/>
    <w:rsid w:val="00CD0233"/>
    <w:rsid w:val="00CD0278"/>
    <w:rsid w:val="00CD05DB"/>
    <w:rsid w:val="00CD0648"/>
    <w:rsid w:val="00CD095F"/>
    <w:rsid w:val="00CD233A"/>
    <w:rsid w:val="00CD2912"/>
    <w:rsid w:val="00CD2DC4"/>
    <w:rsid w:val="00CD313A"/>
    <w:rsid w:val="00CD316B"/>
    <w:rsid w:val="00CD336E"/>
    <w:rsid w:val="00CD33FD"/>
    <w:rsid w:val="00CD48D4"/>
    <w:rsid w:val="00CD507B"/>
    <w:rsid w:val="00CD51DC"/>
    <w:rsid w:val="00CD5C3D"/>
    <w:rsid w:val="00CE048D"/>
    <w:rsid w:val="00CE0DC4"/>
    <w:rsid w:val="00CE0EEC"/>
    <w:rsid w:val="00CE0F1E"/>
    <w:rsid w:val="00CE10FD"/>
    <w:rsid w:val="00CE135A"/>
    <w:rsid w:val="00CE14FF"/>
    <w:rsid w:val="00CE1608"/>
    <w:rsid w:val="00CE24C7"/>
    <w:rsid w:val="00CE389D"/>
    <w:rsid w:val="00CE3E67"/>
    <w:rsid w:val="00CE4204"/>
    <w:rsid w:val="00CE4264"/>
    <w:rsid w:val="00CE42D6"/>
    <w:rsid w:val="00CE48C1"/>
    <w:rsid w:val="00CE4CA0"/>
    <w:rsid w:val="00CE4D17"/>
    <w:rsid w:val="00CE5BF2"/>
    <w:rsid w:val="00CE5C17"/>
    <w:rsid w:val="00CE6B3C"/>
    <w:rsid w:val="00CE76AB"/>
    <w:rsid w:val="00CE79F7"/>
    <w:rsid w:val="00CE7A17"/>
    <w:rsid w:val="00CE7A35"/>
    <w:rsid w:val="00CF0339"/>
    <w:rsid w:val="00CF0E26"/>
    <w:rsid w:val="00CF118C"/>
    <w:rsid w:val="00CF12B1"/>
    <w:rsid w:val="00CF2064"/>
    <w:rsid w:val="00CF2971"/>
    <w:rsid w:val="00CF2C47"/>
    <w:rsid w:val="00CF2C74"/>
    <w:rsid w:val="00CF303F"/>
    <w:rsid w:val="00CF418D"/>
    <w:rsid w:val="00CF4458"/>
    <w:rsid w:val="00CF4F8A"/>
    <w:rsid w:val="00CF5720"/>
    <w:rsid w:val="00CF5750"/>
    <w:rsid w:val="00CF603F"/>
    <w:rsid w:val="00CF66C4"/>
    <w:rsid w:val="00CF680D"/>
    <w:rsid w:val="00CF684B"/>
    <w:rsid w:val="00CF68F2"/>
    <w:rsid w:val="00CF6916"/>
    <w:rsid w:val="00CF6BEC"/>
    <w:rsid w:val="00CF70BB"/>
    <w:rsid w:val="00CF7228"/>
    <w:rsid w:val="00CF7231"/>
    <w:rsid w:val="00CF7821"/>
    <w:rsid w:val="00CF7AA0"/>
    <w:rsid w:val="00CF7E02"/>
    <w:rsid w:val="00D00426"/>
    <w:rsid w:val="00D0086A"/>
    <w:rsid w:val="00D010EB"/>
    <w:rsid w:val="00D0124F"/>
    <w:rsid w:val="00D01E8C"/>
    <w:rsid w:val="00D02782"/>
    <w:rsid w:val="00D04DFC"/>
    <w:rsid w:val="00D04EE4"/>
    <w:rsid w:val="00D05373"/>
    <w:rsid w:val="00D0601E"/>
    <w:rsid w:val="00D0693B"/>
    <w:rsid w:val="00D06964"/>
    <w:rsid w:val="00D078CE"/>
    <w:rsid w:val="00D07F1A"/>
    <w:rsid w:val="00D10786"/>
    <w:rsid w:val="00D10855"/>
    <w:rsid w:val="00D110F2"/>
    <w:rsid w:val="00D1129A"/>
    <w:rsid w:val="00D112CB"/>
    <w:rsid w:val="00D11C3E"/>
    <w:rsid w:val="00D11EB2"/>
    <w:rsid w:val="00D120E6"/>
    <w:rsid w:val="00D126B1"/>
    <w:rsid w:val="00D128BB"/>
    <w:rsid w:val="00D13DC9"/>
    <w:rsid w:val="00D14035"/>
    <w:rsid w:val="00D14070"/>
    <w:rsid w:val="00D14527"/>
    <w:rsid w:val="00D1496A"/>
    <w:rsid w:val="00D14BCB"/>
    <w:rsid w:val="00D1559D"/>
    <w:rsid w:val="00D157C6"/>
    <w:rsid w:val="00D15EA7"/>
    <w:rsid w:val="00D15F53"/>
    <w:rsid w:val="00D162C1"/>
    <w:rsid w:val="00D16824"/>
    <w:rsid w:val="00D16C34"/>
    <w:rsid w:val="00D16CEA"/>
    <w:rsid w:val="00D17225"/>
    <w:rsid w:val="00D17491"/>
    <w:rsid w:val="00D177A0"/>
    <w:rsid w:val="00D20BE9"/>
    <w:rsid w:val="00D2136C"/>
    <w:rsid w:val="00D21881"/>
    <w:rsid w:val="00D21A4B"/>
    <w:rsid w:val="00D2208C"/>
    <w:rsid w:val="00D22A09"/>
    <w:rsid w:val="00D22AED"/>
    <w:rsid w:val="00D22EA0"/>
    <w:rsid w:val="00D230C4"/>
    <w:rsid w:val="00D243D3"/>
    <w:rsid w:val="00D24548"/>
    <w:rsid w:val="00D24D19"/>
    <w:rsid w:val="00D2530B"/>
    <w:rsid w:val="00D2580C"/>
    <w:rsid w:val="00D25CB0"/>
    <w:rsid w:val="00D25E90"/>
    <w:rsid w:val="00D27221"/>
    <w:rsid w:val="00D310FD"/>
    <w:rsid w:val="00D31126"/>
    <w:rsid w:val="00D31747"/>
    <w:rsid w:val="00D3179D"/>
    <w:rsid w:val="00D319EA"/>
    <w:rsid w:val="00D31CD7"/>
    <w:rsid w:val="00D323A4"/>
    <w:rsid w:val="00D32ED8"/>
    <w:rsid w:val="00D32FB3"/>
    <w:rsid w:val="00D33B4A"/>
    <w:rsid w:val="00D340E6"/>
    <w:rsid w:val="00D34A4F"/>
    <w:rsid w:val="00D3506E"/>
    <w:rsid w:val="00D35331"/>
    <w:rsid w:val="00D35D9E"/>
    <w:rsid w:val="00D363FE"/>
    <w:rsid w:val="00D36B8F"/>
    <w:rsid w:val="00D3709C"/>
    <w:rsid w:val="00D37154"/>
    <w:rsid w:val="00D40832"/>
    <w:rsid w:val="00D417B9"/>
    <w:rsid w:val="00D43B78"/>
    <w:rsid w:val="00D43DBA"/>
    <w:rsid w:val="00D44381"/>
    <w:rsid w:val="00D449C9"/>
    <w:rsid w:val="00D452E1"/>
    <w:rsid w:val="00D455D5"/>
    <w:rsid w:val="00D45AA5"/>
    <w:rsid w:val="00D45C0E"/>
    <w:rsid w:val="00D4657F"/>
    <w:rsid w:val="00D46D38"/>
    <w:rsid w:val="00D47176"/>
    <w:rsid w:val="00D471EF"/>
    <w:rsid w:val="00D47C20"/>
    <w:rsid w:val="00D47CF4"/>
    <w:rsid w:val="00D47D95"/>
    <w:rsid w:val="00D50656"/>
    <w:rsid w:val="00D50A07"/>
    <w:rsid w:val="00D50EF2"/>
    <w:rsid w:val="00D511C8"/>
    <w:rsid w:val="00D515F9"/>
    <w:rsid w:val="00D51B6F"/>
    <w:rsid w:val="00D51FFE"/>
    <w:rsid w:val="00D52523"/>
    <w:rsid w:val="00D526A5"/>
    <w:rsid w:val="00D52D88"/>
    <w:rsid w:val="00D52EB5"/>
    <w:rsid w:val="00D5306F"/>
    <w:rsid w:val="00D544B6"/>
    <w:rsid w:val="00D5507D"/>
    <w:rsid w:val="00D573BC"/>
    <w:rsid w:val="00D57DD0"/>
    <w:rsid w:val="00D60A53"/>
    <w:rsid w:val="00D614C7"/>
    <w:rsid w:val="00D616C9"/>
    <w:rsid w:val="00D61748"/>
    <w:rsid w:val="00D61F38"/>
    <w:rsid w:val="00D620EC"/>
    <w:rsid w:val="00D62C1F"/>
    <w:rsid w:val="00D6317D"/>
    <w:rsid w:val="00D64234"/>
    <w:rsid w:val="00D657E3"/>
    <w:rsid w:val="00D65DEC"/>
    <w:rsid w:val="00D660B4"/>
    <w:rsid w:val="00D66200"/>
    <w:rsid w:val="00D66B85"/>
    <w:rsid w:val="00D6730C"/>
    <w:rsid w:val="00D67511"/>
    <w:rsid w:val="00D675CF"/>
    <w:rsid w:val="00D676A9"/>
    <w:rsid w:val="00D67B62"/>
    <w:rsid w:val="00D67F2C"/>
    <w:rsid w:val="00D70058"/>
    <w:rsid w:val="00D7034E"/>
    <w:rsid w:val="00D70E14"/>
    <w:rsid w:val="00D71EDD"/>
    <w:rsid w:val="00D72512"/>
    <w:rsid w:val="00D728FD"/>
    <w:rsid w:val="00D73B6F"/>
    <w:rsid w:val="00D73FA1"/>
    <w:rsid w:val="00D74129"/>
    <w:rsid w:val="00D74186"/>
    <w:rsid w:val="00D743AF"/>
    <w:rsid w:val="00D74961"/>
    <w:rsid w:val="00D74A01"/>
    <w:rsid w:val="00D758D6"/>
    <w:rsid w:val="00D766A2"/>
    <w:rsid w:val="00D77673"/>
    <w:rsid w:val="00D7797D"/>
    <w:rsid w:val="00D80A81"/>
    <w:rsid w:val="00D80A97"/>
    <w:rsid w:val="00D80ADB"/>
    <w:rsid w:val="00D80AFB"/>
    <w:rsid w:val="00D810B6"/>
    <w:rsid w:val="00D81587"/>
    <w:rsid w:val="00D817A3"/>
    <w:rsid w:val="00D81FAB"/>
    <w:rsid w:val="00D8241F"/>
    <w:rsid w:val="00D830FB"/>
    <w:rsid w:val="00D836BC"/>
    <w:rsid w:val="00D8374C"/>
    <w:rsid w:val="00D83DB1"/>
    <w:rsid w:val="00D83DB3"/>
    <w:rsid w:val="00D8470C"/>
    <w:rsid w:val="00D847E9"/>
    <w:rsid w:val="00D84F89"/>
    <w:rsid w:val="00D84FA0"/>
    <w:rsid w:val="00D85196"/>
    <w:rsid w:val="00D85B66"/>
    <w:rsid w:val="00D862C0"/>
    <w:rsid w:val="00D86AFF"/>
    <w:rsid w:val="00D875A9"/>
    <w:rsid w:val="00D87991"/>
    <w:rsid w:val="00D90F0E"/>
    <w:rsid w:val="00D90F77"/>
    <w:rsid w:val="00D9181A"/>
    <w:rsid w:val="00D91D89"/>
    <w:rsid w:val="00D92187"/>
    <w:rsid w:val="00D9299B"/>
    <w:rsid w:val="00D92C44"/>
    <w:rsid w:val="00D92D3C"/>
    <w:rsid w:val="00D936CB"/>
    <w:rsid w:val="00D937E4"/>
    <w:rsid w:val="00D943EE"/>
    <w:rsid w:val="00D9461D"/>
    <w:rsid w:val="00D951C9"/>
    <w:rsid w:val="00D964E7"/>
    <w:rsid w:val="00D96F0A"/>
    <w:rsid w:val="00D9739D"/>
    <w:rsid w:val="00D97C72"/>
    <w:rsid w:val="00D97E57"/>
    <w:rsid w:val="00DA02B3"/>
    <w:rsid w:val="00DA0503"/>
    <w:rsid w:val="00DA1064"/>
    <w:rsid w:val="00DA266E"/>
    <w:rsid w:val="00DA280A"/>
    <w:rsid w:val="00DA2B63"/>
    <w:rsid w:val="00DA3AB0"/>
    <w:rsid w:val="00DA4B3D"/>
    <w:rsid w:val="00DA4F10"/>
    <w:rsid w:val="00DA50FD"/>
    <w:rsid w:val="00DA596C"/>
    <w:rsid w:val="00DA5F64"/>
    <w:rsid w:val="00DA6058"/>
    <w:rsid w:val="00DA6223"/>
    <w:rsid w:val="00DA64D4"/>
    <w:rsid w:val="00DA6D15"/>
    <w:rsid w:val="00DA6DE2"/>
    <w:rsid w:val="00DA7011"/>
    <w:rsid w:val="00DA70D6"/>
    <w:rsid w:val="00DA739D"/>
    <w:rsid w:val="00DB00F5"/>
    <w:rsid w:val="00DB022A"/>
    <w:rsid w:val="00DB0661"/>
    <w:rsid w:val="00DB08D7"/>
    <w:rsid w:val="00DB0B0F"/>
    <w:rsid w:val="00DB0D2D"/>
    <w:rsid w:val="00DB0ED1"/>
    <w:rsid w:val="00DB10A9"/>
    <w:rsid w:val="00DB1131"/>
    <w:rsid w:val="00DB18BF"/>
    <w:rsid w:val="00DB1D6E"/>
    <w:rsid w:val="00DB2AD8"/>
    <w:rsid w:val="00DB2EE9"/>
    <w:rsid w:val="00DB3563"/>
    <w:rsid w:val="00DB4BB8"/>
    <w:rsid w:val="00DB5187"/>
    <w:rsid w:val="00DB5272"/>
    <w:rsid w:val="00DB5976"/>
    <w:rsid w:val="00DB5C23"/>
    <w:rsid w:val="00DB6107"/>
    <w:rsid w:val="00DB666D"/>
    <w:rsid w:val="00DB7241"/>
    <w:rsid w:val="00DB7615"/>
    <w:rsid w:val="00DB7B47"/>
    <w:rsid w:val="00DB7E09"/>
    <w:rsid w:val="00DC0C78"/>
    <w:rsid w:val="00DC12B0"/>
    <w:rsid w:val="00DC1646"/>
    <w:rsid w:val="00DC24CC"/>
    <w:rsid w:val="00DC3874"/>
    <w:rsid w:val="00DC3D6D"/>
    <w:rsid w:val="00DC48CD"/>
    <w:rsid w:val="00DC4AC9"/>
    <w:rsid w:val="00DC4C68"/>
    <w:rsid w:val="00DC4E77"/>
    <w:rsid w:val="00DC4F84"/>
    <w:rsid w:val="00DC5032"/>
    <w:rsid w:val="00DC531B"/>
    <w:rsid w:val="00DC5A2D"/>
    <w:rsid w:val="00DC7127"/>
    <w:rsid w:val="00DC71B8"/>
    <w:rsid w:val="00DC7A91"/>
    <w:rsid w:val="00DC7CB7"/>
    <w:rsid w:val="00DD0071"/>
    <w:rsid w:val="00DD0645"/>
    <w:rsid w:val="00DD0670"/>
    <w:rsid w:val="00DD09D3"/>
    <w:rsid w:val="00DD0B04"/>
    <w:rsid w:val="00DD0B1C"/>
    <w:rsid w:val="00DD0FB8"/>
    <w:rsid w:val="00DD14B6"/>
    <w:rsid w:val="00DD23D0"/>
    <w:rsid w:val="00DD330E"/>
    <w:rsid w:val="00DD36DA"/>
    <w:rsid w:val="00DD3D51"/>
    <w:rsid w:val="00DD3EA7"/>
    <w:rsid w:val="00DD3FE1"/>
    <w:rsid w:val="00DD3FF3"/>
    <w:rsid w:val="00DD4A3A"/>
    <w:rsid w:val="00DD594C"/>
    <w:rsid w:val="00DD5CCF"/>
    <w:rsid w:val="00DD5FDC"/>
    <w:rsid w:val="00DD618F"/>
    <w:rsid w:val="00DD6727"/>
    <w:rsid w:val="00DD6CC5"/>
    <w:rsid w:val="00DD6CD4"/>
    <w:rsid w:val="00DD748F"/>
    <w:rsid w:val="00DD7840"/>
    <w:rsid w:val="00DD7F7D"/>
    <w:rsid w:val="00DE093E"/>
    <w:rsid w:val="00DE0C2C"/>
    <w:rsid w:val="00DE1736"/>
    <w:rsid w:val="00DE241C"/>
    <w:rsid w:val="00DE3993"/>
    <w:rsid w:val="00DE39DF"/>
    <w:rsid w:val="00DE4839"/>
    <w:rsid w:val="00DE4BA7"/>
    <w:rsid w:val="00DE5FB1"/>
    <w:rsid w:val="00DE622A"/>
    <w:rsid w:val="00DE6EA3"/>
    <w:rsid w:val="00DE74B9"/>
    <w:rsid w:val="00DE77E9"/>
    <w:rsid w:val="00DF0263"/>
    <w:rsid w:val="00DF0A3E"/>
    <w:rsid w:val="00DF0E08"/>
    <w:rsid w:val="00DF1217"/>
    <w:rsid w:val="00DF178C"/>
    <w:rsid w:val="00DF18A8"/>
    <w:rsid w:val="00DF1D1D"/>
    <w:rsid w:val="00DF1D9F"/>
    <w:rsid w:val="00DF3A0E"/>
    <w:rsid w:val="00DF3FB1"/>
    <w:rsid w:val="00DF424F"/>
    <w:rsid w:val="00DF4D69"/>
    <w:rsid w:val="00DF4D77"/>
    <w:rsid w:val="00DF5890"/>
    <w:rsid w:val="00DF60E5"/>
    <w:rsid w:val="00DF69C7"/>
    <w:rsid w:val="00DF6DB5"/>
    <w:rsid w:val="00DF7607"/>
    <w:rsid w:val="00DF76A2"/>
    <w:rsid w:val="00DF77DA"/>
    <w:rsid w:val="00E009FA"/>
    <w:rsid w:val="00E01884"/>
    <w:rsid w:val="00E01A3D"/>
    <w:rsid w:val="00E027D4"/>
    <w:rsid w:val="00E02D61"/>
    <w:rsid w:val="00E03FB9"/>
    <w:rsid w:val="00E0402C"/>
    <w:rsid w:val="00E04425"/>
    <w:rsid w:val="00E048C5"/>
    <w:rsid w:val="00E04A02"/>
    <w:rsid w:val="00E04B60"/>
    <w:rsid w:val="00E05909"/>
    <w:rsid w:val="00E061FF"/>
    <w:rsid w:val="00E06CC7"/>
    <w:rsid w:val="00E07740"/>
    <w:rsid w:val="00E0777E"/>
    <w:rsid w:val="00E10001"/>
    <w:rsid w:val="00E10529"/>
    <w:rsid w:val="00E1099A"/>
    <w:rsid w:val="00E12AC9"/>
    <w:rsid w:val="00E12DBD"/>
    <w:rsid w:val="00E12F05"/>
    <w:rsid w:val="00E13071"/>
    <w:rsid w:val="00E13191"/>
    <w:rsid w:val="00E13BBE"/>
    <w:rsid w:val="00E142BC"/>
    <w:rsid w:val="00E144B0"/>
    <w:rsid w:val="00E148D2"/>
    <w:rsid w:val="00E158D2"/>
    <w:rsid w:val="00E15A2A"/>
    <w:rsid w:val="00E1648A"/>
    <w:rsid w:val="00E16E5B"/>
    <w:rsid w:val="00E17016"/>
    <w:rsid w:val="00E17978"/>
    <w:rsid w:val="00E20626"/>
    <w:rsid w:val="00E206C8"/>
    <w:rsid w:val="00E20AB5"/>
    <w:rsid w:val="00E20D38"/>
    <w:rsid w:val="00E21781"/>
    <w:rsid w:val="00E21919"/>
    <w:rsid w:val="00E21A91"/>
    <w:rsid w:val="00E21FF1"/>
    <w:rsid w:val="00E226B3"/>
    <w:rsid w:val="00E2288A"/>
    <w:rsid w:val="00E229F6"/>
    <w:rsid w:val="00E22C17"/>
    <w:rsid w:val="00E22FFE"/>
    <w:rsid w:val="00E2485D"/>
    <w:rsid w:val="00E24BC8"/>
    <w:rsid w:val="00E25056"/>
    <w:rsid w:val="00E252B3"/>
    <w:rsid w:val="00E26742"/>
    <w:rsid w:val="00E270FC"/>
    <w:rsid w:val="00E301B6"/>
    <w:rsid w:val="00E301EB"/>
    <w:rsid w:val="00E308C5"/>
    <w:rsid w:val="00E308F4"/>
    <w:rsid w:val="00E30C57"/>
    <w:rsid w:val="00E313B7"/>
    <w:rsid w:val="00E318F8"/>
    <w:rsid w:val="00E319A2"/>
    <w:rsid w:val="00E31AD2"/>
    <w:rsid w:val="00E32092"/>
    <w:rsid w:val="00E322CF"/>
    <w:rsid w:val="00E32A2B"/>
    <w:rsid w:val="00E32ECC"/>
    <w:rsid w:val="00E3306F"/>
    <w:rsid w:val="00E33451"/>
    <w:rsid w:val="00E33784"/>
    <w:rsid w:val="00E3398E"/>
    <w:rsid w:val="00E34038"/>
    <w:rsid w:val="00E34BE8"/>
    <w:rsid w:val="00E351BE"/>
    <w:rsid w:val="00E35459"/>
    <w:rsid w:val="00E35C6C"/>
    <w:rsid w:val="00E406C0"/>
    <w:rsid w:val="00E40AAD"/>
    <w:rsid w:val="00E41011"/>
    <w:rsid w:val="00E41576"/>
    <w:rsid w:val="00E41E90"/>
    <w:rsid w:val="00E42862"/>
    <w:rsid w:val="00E42DB9"/>
    <w:rsid w:val="00E430B8"/>
    <w:rsid w:val="00E43F3B"/>
    <w:rsid w:val="00E4464B"/>
    <w:rsid w:val="00E45985"/>
    <w:rsid w:val="00E45F3D"/>
    <w:rsid w:val="00E45FFB"/>
    <w:rsid w:val="00E46300"/>
    <w:rsid w:val="00E4663B"/>
    <w:rsid w:val="00E467F3"/>
    <w:rsid w:val="00E46FA2"/>
    <w:rsid w:val="00E47A1C"/>
    <w:rsid w:val="00E47A37"/>
    <w:rsid w:val="00E47BDD"/>
    <w:rsid w:val="00E50068"/>
    <w:rsid w:val="00E50425"/>
    <w:rsid w:val="00E51042"/>
    <w:rsid w:val="00E51050"/>
    <w:rsid w:val="00E51259"/>
    <w:rsid w:val="00E52ACA"/>
    <w:rsid w:val="00E52C6F"/>
    <w:rsid w:val="00E52D00"/>
    <w:rsid w:val="00E53283"/>
    <w:rsid w:val="00E536D3"/>
    <w:rsid w:val="00E53D17"/>
    <w:rsid w:val="00E55529"/>
    <w:rsid w:val="00E55760"/>
    <w:rsid w:val="00E55899"/>
    <w:rsid w:val="00E56344"/>
    <w:rsid w:val="00E5634F"/>
    <w:rsid w:val="00E56A2F"/>
    <w:rsid w:val="00E56CD4"/>
    <w:rsid w:val="00E57771"/>
    <w:rsid w:val="00E57EF9"/>
    <w:rsid w:val="00E6004E"/>
    <w:rsid w:val="00E603A1"/>
    <w:rsid w:val="00E60809"/>
    <w:rsid w:val="00E60824"/>
    <w:rsid w:val="00E60928"/>
    <w:rsid w:val="00E61BC1"/>
    <w:rsid w:val="00E62819"/>
    <w:rsid w:val="00E62CAB"/>
    <w:rsid w:val="00E6312F"/>
    <w:rsid w:val="00E63138"/>
    <w:rsid w:val="00E632B2"/>
    <w:rsid w:val="00E63921"/>
    <w:rsid w:val="00E6398E"/>
    <w:rsid w:val="00E639C1"/>
    <w:rsid w:val="00E63B98"/>
    <w:rsid w:val="00E63F02"/>
    <w:rsid w:val="00E64ED6"/>
    <w:rsid w:val="00E65459"/>
    <w:rsid w:val="00E70F50"/>
    <w:rsid w:val="00E711C5"/>
    <w:rsid w:val="00E7269C"/>
    <w:rsid w:val="00E72906"/>
    <w:rsid w:val="00E72B4D"/>
    <w:rsid w:val="00E737FC"/>
    <w:rsid w:val="00E74BEF"/>
    <w:rsid w:val="00E74E5E"/>
    <w:rsid w:val="00E75056"/>
    <w:rsid w:val="00E750A3"/>
    <w:rsid w:val="00E7524F"/>
    <w:rsid w:val="00E760B6"/>
    <w:rsid w:val="00E76FE3"/>
    <w:rsid w:val="00E77157"/>
    <w:rsid w:val="00E77E2F"/>
    <w:rsid w:val="00E80359"/>
    <w:rsid w:val="00E80699"/>
    <w:rsid w:val="00E81B8A"/>
    <w:rsid w:val="00E81C7A"/>
    <w:rsid w:val="00E82846"/>
    <w:rsid w:val="00E83C1C"/>
    <w:rsid w:val="00E83EF6"/>
    <w:rsid w:val="00E8609F"/>
    <w:rsid w:val="00E868F3"/>
    <w:rsid w:val="00E86CEA"/>
    <w:rsid w:val="00E870DE"/>
    <w:rsid w:val="00E87321"/>
    <w:rsid w:val="00E8794A"/>
    <w:rsid w:val="00E87AD1"/>
    <w:rsid w:val="00E9019F"/>
    <w:rsid w:val="00E90F54"/>
    <w:rsid w:val="00E9197B"/>
    <w:rsid w:val="00E91BE3"/>
    <w:rsid w:val="00E91F45"/>
    <w:rsid w:val="00E925E4"/>
    <w:rsid w:val="00E92697"/>
    <w:rsid w:val="00E92DAF"/>
    <w:rsid w:val="00E92EA5"/>
    <w:rsid w:val="00E930AD"/>
    <w:rsid w:val="00E939F6"/>
    <w:rsid w:val="00E93B09"/>
    <w:rsid w:val="00E93C57"/>
    <w:rsid w:val="00E94C8B"/>
    <w:rsid w:val="00E954FD"/>
    <w:rsid w:val="00E969AB"/>
    <w:rsid w:val="00E97160"/>
    <w:rsid w:val="00E97777"/>
    <w:rsid w:val="00E9780C"/>
    <w:rsid w:val="00EA07C6"/>
    <w:rsid w:val="00EA0C33"/>
    <w:rsid w:val="00EA15DC"/>
    <w:rsid w:val="00EA293F"/>
    <w:rsid w:val="00EA3806"/>
    <w:rsid w:val="00EA45BA"/>
    <w:rsid w:val="00EA4B74"/>
    <w:rsid w:val="00EA55F0"/>
    <w:rsid w:val="00EA626F"/>
    <w:rsid w:val="00EA6E62"/>
    <w:rsid w:val="00EA6FCB"/>
    <w:rsid w:val="00EA776D"/>
    <w:rsid w:val="00EA7A49"/>
    <w:rsid w:val="00EA7E3E"/>
    <w:rsid w:val="00EB00AE"/>
    <w:rsid w:val="00EB0C5F"/>
    <w:rsid w:val="00EB0F8B"/>
    <w:rsid w:val="00EB1D55"/>
    <w:rsid w:val="00EB24E0"/>
    <w:rsid w:val="00EB290E"/>
    <w:rsid w:val="00EB40F9"/>
    <w:rsid w:val="00EB4548"/>
    <w:rsid w:val="00EB4F6B"/>
    <w:rsid w:val="00EB5C0E"/>
    <w:rsid w:val="00EB611A"/>
    <w:rsid w:val="00EB6A76"/>
    <w:rsid w:val="00EB7272"/>
    <w:rsid w:val="00EB7594"/>
    <w:rsid w:val="00EB7824"/>
    <w:rsid w:val="00EC01E2"/>
    <w:rsid w:val="00EC01E8"/>
    <w:rsid w:val="00EC02A5"/>
    <w:rsid w:val="00EC0D54"/>
    <w:rsid w:val="00EC1451"/>
    <w:rsid w:val="00EC1E0C"/>
    <w:rsid w:val="00EC1E3D"/>
    <w:rsid w:val="00EC29C5"/>
    <w:rsid w:val="00EC2C86"/>
    <w:rsid w:val="00EC2F9F"/>
    <w:rsid w:val="00EC42C2"/>
    <w:rsid w:val="00EC4906"/>
    <w:rsid w:val="00EC5229"/>
    <w:rsid w:val="00EC57AB"/>
    <w:rsid w:val="00EC5FEF"/>
    <w:rsid w:val="00EC60FF"/>
    <w:rsid w:val="00EC61E7"/>
    <w:rsid w:val="00EC63AC"/>
    <w:rsid w:val="00EC7205"/>
    <w:rsid w:val="00EC7DA0"/>
    <w:rsid w:val="00ED036B"/>
    <w:rsid w:val="00ED0475"/>
    <w:rsid w:val="00ED052E"/>
    <w:rsid w:val="00ED14C2"/>
    <w:rsid w:val="00ED183B"/>
    <w:rsid w:val="00ED1D84"/>
    <w:rsid w:val="00ED22E9"/>
    <w:rsid w:val="00ED23C9"/>
    <w:rsid w:val="00ED2BB2"/>
    <w:rsid w:val="00ED2BEC"/>
    <w:rsid w:val="00ED3118"/>
    <w:rsid w:val="00ED3372"/>
    <w:rsid w:val="00ED4044"/>
    <w:rsid w:val="00ED448E"/>
    <w:rsid w:val="00ED4C98"/>
    <w:rsid w:val="00ED51C3"/>
    <w:rsid w:val="00ED58CF"/>
    <w:rsid w:val="00ED6E73"/>
    <w:rsid w:val="00ED6EB1"/>
    <w:rsid w:val="00ED74C6"/>
    <w:rsid w:val="00ED7655"/>
    <w:rsid w:val="00ED7815"/>
    <w:rsid w:val="00ED7D51"/>
    <w:rsid w:val="00EE0363"/>
    <w:rsid w:val="00EE06EA"/>
    <w:rsid w:val="00EE08B9"/>
    <w:rsid w:val="00EE0C5B"/>
    <w:rsid w:val="00EE0F38"/>
    <w:rsid w:val="00EE1178"/>
    <w:rsid w:val="00EE17E4"/>
    <w:rsid w:val="00EE19A8"/>
    <w:rsid w:val="00EE1CD9"/>
    <w:rsid w:val="00EE28F7"/>
    <w:rsid w:val="00EE2BA3"/>
    <w:rsid w:val="00EE2D87"/>
    <w:rsid w:val="00EE2EE0"/>
    <w:rsid w:val="00EE3AB7"/>
    <w:rsid w:val="00EE3EAA"/>
    <w:rsid w:val="00EE4EB3"/>
    <w:rsid w:val="00EE568C"/>
    <w:rsid w:val="00EE6007"/>
    <w:rsid w:val="00EE618A"/>
    <w:rsid w:val="00EE638C"/>
    <w:rsid w:val="00EE7943"/>
    <w:rsid w:val="00EF0963"/>
    <w:rsid w:val="00EF09C6"/>
    <w:rsid w:val="00EF0E4B"/>
    <w:rsid w:val="00EF128C"/>
    <w:rsid w:val="00EF1A01"/>
    <w:rsid w:val="00EF1EA7"/>
    <w:rsid w:val="00EF21F4"/>
    <w:rsid w:val="00EF2B41"/>
    <w:rsid w:val="00EF2D6F"/>
    <w:rsid w:val="00EF2FC4"/>
    <w:rsid w:val="00EF303C"/>
    <w:rsid w:val="00EF311E"/>
    <w:rsid w:val="00EF495C"/>
    <w:rsid w:val="00EF5408"/>
    <w:rsid w:val="00EF554A"/>
    <w:rsid w:val="00EF5809"/>
    <w:rsid w:val="00EF5B9B"/>
    <w:rsid w:val="00EF5F6A"/>
    <w:rsid w:val="00EF6DF4"/>
    <w:rsid w:val="00EF7FCA"/>
    <w:rsid w:val="00F00B0F"/>
    <w:rsid w:val="00F00C9D"/>
    <w:rsid w:val="00F01688"/>
    <w:rsid w:val="00F023DA"/>
    <w:rsid w:val="00F02485"/>
    <w:rsid w:val="00F02567"/>
    <w:rsid w:val="00F02AC3"/>
    <w:rsid w:val="00F02D78"/>
    <w:rsid w:val="00F02ECD"/>
    <w:rsid w:val="00F030B3"/>
    <w:rsid w:val="00F03A3B"/>
    <w:rsid w:val="00F04BB7"/>
    <w:rsid w:val="00F05382"/>
    <w:rsid w:val="00F06DE4"/>
    <w:rsid w:val="00F073A9"/>
    <w:rsid w:val="00F077D9"/>
    <w:rsid w:val="00F078C1"/>
    <w:rsid w:val="00F10C59"/>
    <w:rsid w:val="00F10DB9"/>
    <w:rsid w:val="00F116AC"/>
    <w:rsid w:val="00F1174A"/>
    <w:rsid w:val="00F12359"/>
    <w:rsid w:val="00F12ACB"/>
    <w:rsid w:val="00F138FA"/>
    <w:rsid w:val="00F1398D"/>
    <w:rsid w:val="00F14613"/>
    <w:rsid w:val="00F14D94"/>
    <w:rsid w:val="00F1501C"/>
    <w:rsid w:val="00F1514B"/>
    <w:rsid w:val="00F1640C"/>
    <w:rsid w:val="00F16F16"/>
    <w:rsid w:val="00F17A58"/>
    <w:rsid w:val="00F20077"/>
    <w:rsid w:val="00F217BF"/>
    <w:rsid w:val="00F21928"/>
    <w:rsid w:val="00F22BDF"/>
    <w:rsid w:val="00F22FE6"/>
    <w:rsid w:val="00F232E4"/>
    <w:rsid w:val="00F2352D"/>
    <w:rsid w:val="00F23AFB"/>
    <w:rsid w:val="00F24D4B"/>
    <w:rsid w:val="00F2510C"/>
    <w:rsid w:val="00F261F7"/>
    <w:rsid w:val="00F263C8"/>
    <w:rsid w:val="00F2749C"/>
    <w:rsid w:val="00F30054"/>
    <w:rsid w:val="00F30524"/>
    <w:rsid w:val="00F308EB"/>
    <w:rsid w:val="00F3156F"/>
    <w:rsid w:val="00F3225E"/>
    <w:rsid w:val="00F3298F"/>
    <w:rsid w:val="00F32C4E"/>
    <w:rsid w:val="00F32F2C"/>
    <w:rsid w:val="00F33A97"/>
    <w:rsid w:val="00F33CCD"/>
    <w:rsid w:val="00F34050"/>
    <w:rsid w:val="00F34579"/>
    <w:rsid w:val="00F345C0"/>
    <w:rsid w:val="00F345F4"/>
    <w:rsid w:val="00F34936"/>
    <w:rsid w:val="00F34A93"/>
    <w:rsid w:val="00F355FD"/>
    <w:rsid w:val="00F35DEB"/>
    <w:rsid w:val="00F35EB7"/>
    <w:rsid w:val="00F35F36"/>
    <w:rsid w:val="00F36324"/>
    <w:rsid w:val="00F366EF"/>
    <w:rsid w:val="00F368FC"/>
    <w:rsid w:val="00F400F7"/>
    <w:rsid w:val="00F40D6D"/>
    <w:rsid w:val="00F413BB"/>
    <w:rsid w:val="00F416AA"/>
    <w:rsid w:val="00F420CC"/>
    <w:rsid w:val="00F42B22"/>
    <w:rsid w:val="00F42D87"/>
    <w:rsid w:val="00F43DF0"/>
    <w:rsid w:val="00F43EC7"/>
    <w:rsid w:val="00F44390"/>
    <w:rsid w:val="00F45307"/>
    <w:rsid w:val="00F453DF"/>
    <w:rsid w:val="00F454F7"/>
    <w:rsid w:val="00F45859"/>
    <w:rsid w:val="00F46063"/>
    <w:rsid w:val="00F466A4"/>
    <w:rsid w:val="00F46818"/>
    <w:rsid w:val="00F46BB5"/>
    <w:rsid w:val="00F47234"/>
    <w:rsid w:val="00F4726C"/>
    <w:rsid w:val="00F476E2"/>
    <w:rsid w:val="00F478ED"/>
    <w:rsid w:val="00F506DF"/>
    <w:rsid w:val="00F50BE1"/>
    <w:rsid w:val="00F50E9F"/>
    <w:rsid w:val="00F51149"/>
    <w:rsid w:val="00F51A15"/>
    <w:rsid w:val="00F51C62"/>
    <w:rsid w:val="00F51DDD"/>
    <w:rsid w:val="00F522EB"/>
    <w:rsid w:val="00F52DE9"/>
    <w:rsid w:val="00F52F67"/>
    <w:rsid w:val="00F531B3"/>
    <w:rsid w:val="00F53847"/>
    <w:rsid w:val="00F53941"/>
    <w:rsid w:val="00F53C7A"/>
    <w:rsid w:val="00F54946"/>
    <w:rsid w:val="00F5494F"/>
    <w:rsid w:val="00F54F46"/>
    <w:rsid w:val="00F553B3"/>
    <w:rsid w:val="00F55919"/>
    <w:rsid w:val="00F55FE3"/>
    <w:rsid w:val="00F560D5"/>
    <w:rsid w:val="00F5752A"/>
    <w:rsid w:val="00F575B7"/>
    <w:rsid w:val="00F57681"/>
    <w:rsid w:val="00F576A3"/>
    <w:rsid w:val="00F57914"/>
    <w:rsid w:val="00F57B3D"/>
    <w:rsid w:val="00F57DA5"/>
    <w:rsid w:val="00F6145C"/>
    <w:rsid w:val="00F61583"/>
    <w:rsid w:val="00F632C0"/>
    <w:rsid w:val="00F63547"/>
    <w:rsid w:val="00F63AF8"/>
    <w:rsid w:val="00F6433D"/>
    <w:rsid w:val="00F643CB"/>
    <w:rsid w:val="00F65A54"/>
    <w:rsid w:val="00F65A9C"/>
    <w:rsid w:val="00F65F64"/>
    <w:rsid w:val="00F661FC"/>
    <w:rsid w:val="00F6623E"/>
    <w:rsid w:val="00F6659F"/>
    <w:rsid w:val="00F667CA"/>
    <w:rsid w:val="00F66FCC"/>
    <w:rsid w:val="00F67342"/>
    <w:rsid w:val="00F6734F"/>
    <w:rsid w:val="00F67F91"/>
    <w:rsid w:val="00F711C1"/>
    <w:rsid w:val="00F718DA"/>
    <w:rsid w:val="00F719B2"/>
    <w:rsid w:val="00F71B00"/>
    <w:rsid w:val="00F72502"/>
    <w:rsid w:val="00F72597"/>
    <w:rsid w:val="00F7266A"/>
    <w:rsid w:val="00F72876"/>
    <w:rsid w:val="00F732AF"/>
    <w:rsid w:val="00F736CD"/>
    <w:rsid w:val="00F73995"/>
    <w:rsid w:val="00F739D8"/>
    <w:rsid w:val="00F7415D"/>
    <w:rsid w:val="00F74536"/>
    <w:rsid w:val="00F74FAA"/>
    <w:rsid w:val="00F7509A"/>
    <w:rsid w:val="00F75CAA"/>
    <w:rsid w:val="00F75F11"/>
    <w:rsid w:val="00F76CA5"/>
    <w:rsid w:val="00F76FFD"/>
    <w:rsid w:val="00F77DF3"/>
    <w:rsid w:val="00F77FA4"/>
    <w:rsid w:val="00F80352"/>
    <w:rsid w:val="00F80448"/>
    <w:rsid w:val="00F8068D"/>
    <w:rsid w:val="00F80E23"/>
    <w:rsid w:val="00F80F06"/>
    <w:rsid w:val="00F81E5C"/>
    <w:rsid w:val="00F81ECE"/>
    <w:rsid w:val="00F821DD"/>
    <w:rsid w:val="00F82434"/>
    <w:rsid w:val="00F82562"/>
    <w:rsid w:val="00F83715"/>
    <w:rsid w:val="00F83800"/>
    <w:rsid w:val="00F83B15"/>
    <w:rsid w:val="00F84504"/>
    <w:rsid w:val="00F845BB"/>
    <w:rsid w:val="00F848DC"/>
    <w:rsid w:val="00F84AB4"/>
    <w:rsid w:val="00F84DA0"/>
    <w:rsid w:val="00F857B0"/>
    <w:rsid w:val="00F8630A"/>
    <w:rsid w:val="00F86712"/>
    <w:rsid w:val="00F87DA1"/>
    <w:rsid w:val="00F87F3B"/>
    <w:rsid w:val="00F91630"/>
    <w:rsid w:val="00F91A61"/>
    <w:rsid w:val="00F9293F"/>
    <w:rsid w:val="00F93233"/>
    <w:rsid w:val="00F93305"/>
    <w:rsid w:val="00F93A21"/>
    <w:rsid w:val="00F93C76"/>
    <w:rsid w:val="00F93DF9"/>
    <w:rsid w:val="00F94B4D"/>
    <w:rsid w:val="00F94EBC"/>
    <w:rsid w:val="00F95505"/>
    <w:rsid w:val="00F95923"/>
    <w:rsid w:val="00F9741A"/>
    <w:rsid w:val="00F9746A"/>
    <w:rsid w:val="00F9761F"/>
    <w:rsid w:val="00F97930"/>
    <w:rsid w:val="00F97F44"/>
    <w:rsid w:val="00FA003A"/>
    <w:rsid w:val="00FA0A6C"/>
    <w:rsid w:val="00FA1346"/>
    <w:rsid w:val="00FA1C49"/>
    <w:rsid w:val="00FA1F8E"/>
    <w:rsid w:val="00FA2595"/>
    <w:rsid w:val="00FA2761"/>
    <w:rsid w:val="00FA2EAC"/>
    <w:rsid w:val="00FA2F3D"/>
    <w:rsid w:val="00FA45C7"/>
    <w:rsid w:val="00FA5452"/>
    <w:rsid w:val="00FA5654"/>
    <w:rsid w:val="00FA5F6F"/>
    <w:rsid w:val="00FA5FE6"/>
    <w:rsid w:val="00FA66F7"/>
    <w:rsid w:val="00FA6FDC"/>
    <w:rsid w:val="00FA7261"/>
    <w:rsid w:val="00FB083C"/>
    <w:rsid w:val="00FB0A68"/>
    <w:rsid w:val="00FB0D95"/>
    <w:rsid w:val="00FB0DAB"/>
    <w:rsid w:val="00FB0E1C"/>
    <w:rsid w:val="00FB10CA"/>
    <w:rsid w:val="00FB1371"/>
    <w:rsid w:val="00FB1C83"/>
    <w:rsid w:val="00FB2149"/>
    <w:rsid w:val="00FB27A7"/>
    <w:rsid w:val="00FB2A32"/>
    <w:rsid w:val="00FB2A4E"/>
    <w:rsid w:val="00FB2C27"/>
    <w:rsid w:val="00FB3159"/>
    <w:rsid w:val="00FB40E5"/>
    <w:rsid w:val="00FB44D2"/>
    <w:rsid w:val="00FB455C"/>
    <w:rsid w:val="00FB461F"/>
    <w:rsid w:val="00FB4DD1"/>
    <w:rsid w:val="00FB55B4"/>
    <w:rsid w:val="00FB599E"/>
    <w:rsid w:val="00FB61F2"/>
    <w:rsid w:val="00FB6A87"/>
    <w:rsid w:val="00FB6F66"/>
    <w:rsid w:val="00FB7B01"/>
    <w:rsid w:val="00FC031E"/>
    <w:rsid w:val="00FC05E3"/>
    <w:rsid w:val="00FC18BB"/>
    <w:rsid w:val="00FC1CFC"/>
    <w:rsid w:val="00FC1E2E"/>
    <w:rsid w:val="00FC1EEA"/>
    <w:rsid w:val="00FC33D8"/>
    <w:rsid w:val="00FC46EE"/>
    <w:rsid w:val="00FC4CC8"/>
    <w:rsid w:val="00FC5375"/>
    <w:rsid w:val="00FC56B1"/>
    <w:rsid w:val="00FC5CA0"/>
    <w:rsid w:val="00FC5EB6"/>
    <w:rsid w:val="00FC65C4"/>
    <w:rsid w:val="00FC66CF"/>
    <w:rsid w:val="00FC6D94"/>
    <w:rsid w:val="00FC6F08"/>
    <w:rsid w:val="00FC7AFE"/>
    <w:rsid w:val="00FC7E4A"/>
    <w:rsid w:val="00FD0BA6"/>
    <w:rsid w:val="00FD0E52"/>
    <w:rsid w:val="00FD0F86"/>
    <w:rsid w:val="00FD12A7"/>
    <w:rsid w:val="00FD1CC1"/>
    <w:rsid w:val="00FD2109"/>
    <w:rsid w:val="00FD2867"/>
    <w:rsid w:val="00FD3C78"/>
    <w:rsid w:val="00FD4569"/>
    <w:rsid w:val="00FD5364"/>
    <w:rsid w:val="00FD54C5"/>
    <w:rsid w:val="00FD608D"/>
    <w:rsid w:val="00FD60C4"/>
    <w:rsid w:val="00FD66AE"/>
    <w:rsid w:val="00FD66B9"/>
    <w:rsid w:val="00FD720A"/>
    <w:rsid w:val="00FD751B"/>
    <w:rsid w:val="00FD78E4"/>
    <w:rsid w:val="00FD7A22"/>
    <w:rsid w:val="00FE0141"/>
    <w:rsid w:val="00FE0274"/>
    <w:rsid w:val="00FE0563"/>
    <w:rsid w:val="00FE0A4D"/>
    <w:rsid w:val="00FE0C55"/>
    <w:rsid w:val="00FE128C"/>
    <w:rsid w:val="00FE12EE"/>
    <w:rsid w:val="00FE19C5"/>
    <w:rsid w:val="00FE226D"/>
    <w:rsid w:val="00FE22CA"/>
    <w:rsid w:val="00FE231A"/>
    <w:rsid w:val="00FE2AF8"/>
    <w:rsid w:val="00FE375B"/>
    <w:rsid w:val="00FE37C8"/>
    <w:rsid w:val="00FE3AB7"/>
    <w:rsid w:val="00FE3DED"/>
    <w:rsid w:val="00FE4252"/>
    <w:rsid w:val="00FE4282"/>
    <w:rsid w:val="00FE42D3"/>
    <w:rsid w:val="00FE45CB"/>
    <w:rsid w:val="00FE471A"/>
    <w:rsid w:val="00FE4B35"/>
    <w:rsid w:val="00FE5A60"/>
    <w:rsid w:val="00FE5D8A"/>
    <w:rsid w:val="00FE6AA4"/>
    <w:rsid w:val="00FE72FA"/>
    <w:rsid w:val="00FF069B"/>
    <w:rsid w:val="00FF0AE9"/>
    <w:rsid w:val="00FF0CFD"/>
    <w:rsid w:val="00FF0D07"/>
    <w:rsid w:val="00FF1C3E"/>
    <w:rsid w:val="00FF1F91"/>
    <w:rsid w:val="00FF2A42"/>
    <w:rsid w:val="00FF2CC6"/>
    <w:rsid w:val="00FF2FF1"/>
    <w:rsid w:val="00FF305E"/>
    <w:rsid w:val="00FF38AF"/>
    <w:rsid w:val="00FF55C4"/>
    <w:rsid w:val="00FF5C6E"/>
    <w:rsid w:val="00FF6340"/>
    <w:rsid w:val="00FF6967"/>
    <w:rsid w:val="00FF7A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496A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686D8F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686D8F"/>
    <w:rPr>
      <w:rFonts w:cs="Times New Roman"/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rsid w:val="00686D8F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686D8F"/>
    <w:rPr>
      <w:rFonts w:cs="Times New Roman"/>
      <w:sz w:val="24"/>
      <w:szCs w:val="24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18</TotalTime>
  <Pages>1</Pages>
  <Words>399</Words>
  <Characters>2280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Вельжичская</cp:lastModifiedBy>
  <cp:revision>5</cp:revision>
  <cp:lastPrinted>2017-02-01T11:56:00Z</cp:lastPrinted>
  <dcterms:created xsi:type="dcterms:W3CDTF">2017-01-30T11:39:00Z</dcterms:created>
  <dcterms:modified xsi:type="dcterms:W3CDTF">2017-02-01T11:58:00Z</dcterms:modified>
</cp:coreProperties>
</file>